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C459F" w14:textId="17C09450" w:rsidR="008743B1" w:rsidRDefault="008743B1">
      <w:r>
        <w:t xml:space="preserve">Příloha č. </w:t>
      </w:r>
      <w:r w:rsidR="00E46486">
        <w:t>5 Zadávací dokumentace (budoucí příloha č. 3 Závazného vzoru smlouvy)</w:t>
      </w:r>
    </w:p>
    <w:p w14:paraId="5B3A9AAB" w14:textId="0B016FC1" w:rsidR="00826B7B" w:rsidRPr="008743B1" w:rsidRDefault="000E3246">
      <w:pPr>
        <w:rPr>
          <w:b/>
          <w:bCs/>
        </w:rPr>
      </w:pPr>
      <w:r>
        <w:rPr>
          <w:b/>
          <w:bCs/>
          <w:color w:val="FF5200" w:themeColor="accent2"/>
          <w:sz w:val="32"/>
          <w:szCs w:val="32"/>
        </w:rPr>
        <w:t>Ceník</w:t>
      </w:r>
    </w:p>
    <w:bookmarkStart w:id="0" w:name="_MON_1807708732"/>
    <w:bookmarkEnd w:id="0"/>
    <w:p w14:paraId="599A44E8" w14:textId="7A1AB403" w:rsidR="00E77E69" w:rsidRDefault="004D7146" w:rsidP="00801D32">
      <w:pPr>
        <w:keepNext/>
        <w:spacing w:before="280" w:after="120" w:line="264" w:lineRule="auto"/>
      </w:pPr>
      <w:r>
        <w:object w:dxaOrig="8964" w:dyaOrig="3226" w14:anchorId="126B14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85pt;height:160.85pt" o:ole="">
            <v:imagedata r:id="rId11" o:title=""/>
          </v:shape>
          <o:OLEObject Type="Embed" ProgID="Excel.Sheet.12" ShapeID="_x0000_i1025" DrawAspect="Content" ObjectID="_1820388216" r:id="rId12"/>
        </w:object>
      </w:r>
    </w:p>
    <w:p w14:paraId="503F045F" w14:textId="77777777" w:rsidR="005E472E" w:rsidRPr="00E57A77" w:rsidRDefault="005E472E" w:rsidP="005E472E">
      <w:pPr>
        <w:rPr>
          <w:i/>
          <w:iCs/>
          <w:color w:val="FF0000"/>
        </w:rPr>
      </w:pPr>
      <w:r>
        <w:rPr>
          <w:i/>
          <w:iCs/>
          <w:color w:val="FF0000"/>
        </w:rPr>
        <w:t>p</w:t>
      </w:r>
      <w:r w:rsidRPr="00E57A77">
        <w:rPr>
          <w:i/>
          <w:iCs/>
          <w:color w:val="FF0000"/>
        </w:rPr>
        <w:t xml:space="preserve">ozn. Jedná se o tabulku ve formátu MS Excel, pro úpravy ji otevřete dvojklikem. </w:t>
      </w:r>
    </w:p>
    <w:p w14:paraId="6A2D73DD" w14:textId="09771F27" w:rsidR="00621FBF" w:rsidRPr="005E472E" w:rsidRDefault="005E472E" w:rsidP="00E57A77">
      <w:r w:rsidRPr="005E472E">
        <w:t xml:space="preserve">Cena za </w:t>
      </w:r>
      <w:r w:rsidR="003A2CE3">
        <w:t>D</w:t>
      </w:r>
      <w:r w:rsidRPr="005E472E">
        <w:t>ílo bude Zhotoviteli vyplacena v rámci následujících platebních milníků:</w:t>
      </w:r>
    </w:p>
    <w:p w14:paraId="3DE96CDF" w14:textId="59ECF762" w:rsidR="005E472E" w:rsidRPr="005E472E" w:rsidRDefault="005E472E" w:rsidP="005E472E">
      <w:pPr>
        <w:pStyle w:val="Odstavecseseznamem"/>
        <w:numPr>
          <w:ilvl w:val="0"/>
          <w:numId w:val="44"/>
        </w:numPr>
      </w:pPr>
      <w:r w:rsidRPr="005E472E">
        <w:t>Po akceptaci Projektové dokumentace – 10 % z ceny z</w:t>
      </w:r>
      <w:r w:rsidR="00EC3A72">
        <w:t>a</w:t>
      </w:r>
      <w:r w:rsidRPr="005E472E">
        <w:t> Dílo</w:t>
      </w:r>
    </w:p>
    <w:p w14:paraId="65F2C553" w14:textId="251B0239" w:rsidR="005E472E" w:rsidRPr="005E472E" w:rsidRDefault="005E472E" w:rsidP="005E472E">
      <w:pPr>
        <w:pStyle w:val="Odstavecseseznamem"/>
        <w:numPr>
          <w:ilvl w:val="0"/>
          <w:numId w:val="44"/>
        </w:numPr>
      </w:pPr>
      <w:r w:rsidRPr="005E472E">
        <w:t>Po akceptaci Díla – 90 % z ceny za Dílo</w:t>
      </w:r>
    </w:p>
    <w:p w14:paraId="183100BA" w14:textId="77777777" w:rsidR="005E472E" w:rsidRPr="00E57A77" w:rsidRDefault="005E472E">
      <w:pPr>
        <w:rPr>
          <w:i/>
          <w:iCs/>
          <w:color w:val="FF0000"/>
        </w:rPr>
      </w:pPr>
    </w:p>
    <w:sectPr w:rsidR="005E472E" w:rsidRPr="00E57A77" w:rsidSect="00F73A5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250AE" w14:textId="77777777" w:rsidR="00DD74CA" w:rsidRDefault="00DD74CA" w:rsidP="00962258">
      <w:pPr>
        <w:spacing w:after="0" w:line="240" w:lineRule="auto"/>
      </w:pPr>
      <w:r>
        <w:separator/>
      </w:r>
    </w:p>
  </w:endnote>
  <w:endnote w:type="continuationSeparator" w:id="0">
    <w:p w14:paraId="1A54DE23" w14:textId="77777777" w:rsidR="00DD74CA" w:rsidRDefault="00DD74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65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28"/>
      <w:gridCol w:w="15622"/>
    </w:tblGrid>
    <w:tr w:rsidR="00354140" w:rsidRPr="003462EB" w14:paraId="0C50AA3E" w14:textId="77777777" w:rsidTr="00942A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16575B6" w14:textId="77777777" w:rsidR="00354140" w:rsidRPr="00B8518B" w:rsidRDefault="0035414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</w:tcPr>
        <w:p w14:paraId="60C23676" w14:textId="77777777" w:rsidR="00354140" w:rsidRDefault="00354140" w:rsidP="008664BF">
          <w:pPr>
            <w:pStyle w:val="Zpatvlevo"/>
          </w:pPr>
        </w:p>
      </w:tc>
      <w:tc>
        <w:tcPr>
          <w:tcW w:w="0" w:type="auto"/>
          <w:vAlign w:val="bottom"/>
        </w:tcPr>
        <w:p w14:paraId="2B82050F" w14:textId="1C6ED72F" w:rsidR="00354140" w:rsidRDefault="00354140" w:rsidP="00477CAC">
          <w:pPr>
            <w:pStyle w:val="Zpatvlevo"/>
          </w:pPr>
          <w:r>
            <w:t>Požadavky Objednatele – Z</w:t>
          </w:r>
          <w:r w:rsidR="00592652">
            <w:t>adávac</w:t>
          </w:r>
          <w:r>
            <w:t>í</w:t>
          </w:r>
          <w:r w:rsidRPr="003462EB">
            <w:t xml:space="preserve"> technické podmínky</w:t>
          </w:r>
          <w:r>
            <w:t xml:space="preserve"> </w:t>
          </w:r>
        </w:p>
        <w:p w14:paraId="3608D7EF" w14:textId="2A21C6C5" w:rsidR="00354140" w:rsidRPr="003462EB" w:rsidRDefault="00354140" w:rsidP="008C6E84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</w:p>
      </w:tc>
    </w:tr>
  </w:tbl>
  <w:p w14:paraId="0D9FCBC4" w14:textId="77777777" w:rsidR="005635D5" w:rsidRPr="00614E71" w:rsidRDefault="005635D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5635D5" w:rsidRPr="009E09BE" w14:paraId="0826A080" w14:textId="77777777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A313DB5" w14:textId="2DBCF2F1" w:rsidR="005635D5" w:rsidRDefault="005635D5" w:rsidP="00722CCE">
          <w:pPr>
            <w:pStyle w:val="Zpatvpravo"/>
          </w:pPr>
        </w:p>
        <w:p w14:paraId="2E192B70" w14:textId="0A62C8CA" w:rsidR="005635D5" w:rsidRDefault="005635D5" w:rsidP="00686013">
          <w:pPr>
            <w:pStyle w:val="Zpatvpravo"/>
          </w:pPr>
          <w:r>
            <w:t xml:space="preserve">Požadavky Objednatele </w:t>
          </w:r>
          <w:r w:rsidR="00CD3804">
            <w:t>–</w:t>
          </w:r>
          <w:r>
            <w:t xml:space="preserve"> Z</w:t>
          </w:r>
          <w:r w:rsidR="00592652">
            <w:t>adávací</w:t>
          </w:r>
          <w:r w:rsidRPr="003462EB">
            <w:t xml:space="preserve"> technické podmínky</w:t>
          </w:r>
        </w:p>
        <w:p w14:paraId="16A423A2" w14:textId="6C9E4F77" w:rsidR="005635D5" w:rsidRPr="003462EB" w:rsidRDefault="005635D5" w:rsidP="008C6E8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 Zhotovení Projektová dokumentace a </w:t>
          </w:r>
          <w:r w:rsidRPr="003462EB">
            <w:t>Zhotovení stavby</w:t>
          </w:r>
          <w:r>
            <w:t xml:space="preserve">  </w:t>
          </w:r>
        </w:p>
      </w:tc>
      <w:tc>
        <w:tcPr>
          <w:tcW w:w="907" w:type="dxa"/>
          <w:vAlign w:val="bottom"/>
        </w:tcPr>
        <w:p w14:paraId="31F7BD51" w14:textId="77777777" w:rsidR="005635D5" w:rsidRPr="009E09BE" w:rsidRDefault="005635D5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343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343">
            <w:rPr>
              <w:rStyle w:val="slostrnky"/>
              <w:noProof/>
            </w:rPr>
            <w:t>31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CE7FA55" w14:textId="77777777" w:rsidR="005635D5" w:rsidRPr="00B8518B" w:rsidRDefault="005635D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37246" w14:textId="77777777" w:rsidR="005635D5" w:rsidRPr="00B8518B" w:rsidRDefault="005635D5" w:rsidP="00460660">
    <w:pPr>
      <w:pStyle w:val="Zpat"/>
      <w:rPr>
        <w:sz w:val="2"/>
        <w:szCs w:val="2"/>
      </w:rPr>
    </w:pPr>
  </w:p>
  <w:p w14:paraId="57C395F6" w14:textId="77777777" w:rsidR="005635D5" w:rsidRDefault="005635D5" w:rsidP="00F73A5A">
    <w:pPr>
      <w:pStyle w:val="Zpatvlevo"/>
      <w:rPr>
        <w:rFonts w:cs="Calibri"/>
        <w:szCs w:val="12"/>
      </w:rPr>
    </w:pPr>
  </w:p>
  <w:p w14:paraId="055CD07E" w14:textId="77777777" w:rsidR="005635D5" w:rsidRPr="00460660" w:rsidRDefault="005635D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94298" w14:textId="77777777" w:rsidR="00DD74CA" w:rsidRDefault="00DD74CA" w:rsidP="00962258">
      <w:pPr>
        <w:spacing w:after="0" w:line="240" w:lineRule="auto"/>
      </w:pPr>
      <w:r>
        <w:separator/>
      </w:r>
    </w:p>
  </w:footnote>
  <w:footnote w:type="continuationSeparator" w:id="0">
    <w:p w14:paraId="5DF94F74" w14:textId="77777777" w:rsidR="00DD74CA" w:rsidRDefault="00DD74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0DCEC" w14:textId="20EFB118" w:rsidR="001228AE" w:rsidRDefault="00122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2F289" w14:textId="608D1F1E" w:rsidR="001228AE" w:rsidRDefault="00122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635D5" w14:paraId="591002C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EB7B50" w14:textId="43888272" w:rsidR="005635D5" w:rsidRPr="00B8518B" w:rsidRDefault="005635D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0E6A0E1" w14:textId="77777777" w:rsidR="005635D5" w:rsidRDefault="005635D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5E197C0" wp14:editId="4A877DF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020382183" name="Obrázek 10203821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4AB6921B" w14:textId="77777777" w:rsidR="005635D5" w:rsidRPr="00D6163D" w:rsidRDefault="005635D5" w:rsidP="00FC6389">
          <w:pPr>
            <w:pStyle w:val="Druhdokumentu"/>
          </w:pPr>
        </w:p>
      </w:tc>
    </w:tr>
    <w:tr w:rsidR="005635D5" w14:paraId="31B9465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4683FF" w14:textId="77777777" w:rsidR="005635D5" w:rsidRPr="00B8518B" w:rsidRDefault="005635D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A42BE54" w14:textId="77777777" w:rsidR="005635D5" w:rsidRDefault="005635D5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1D8C7D8D" w14:textId="77777777" w:rsidR="005635D5" w:rsidRPr="00D6163D" w:rsidRDefault="005635D5" w:rsidP="00FC6389">
          <w:pPr>
            <w:pStyle w:val="Druhdokumentu"/>
          </w:pPr>
        </w:p>
      </w:tc>
    </w:tr>
  </w:tbl>
  <w:p w14:paraId="2BCB5ED4" w14:textId="77777777" w:rsidR="005635D5" w:rsidRPr="00D6163D" w:rsidRDefault="005635D5" w:rsidP="00FC6389">
    <w:pPr>
      <w:pStyle w:val="Zhlav"/>
      <w:rPr>
        <w:sz w:val="8"/>
        <w:szCs w:val="8"/>
      </w:rPr>
    </w:pPr>
  </w:p>
  <w:p w14:paraId="3401B6D8" w14:textId="77777777" w:rsidR="005635D5" w:rsidRPr="00460660" w:rsidRDefault="005635D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4B6DD0"/>
    <w:multiLevelType w:val="hybridMultilevel"/>
    <w:tmpl w:val="101A388C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6EC3FBE"/>
    <w:multiLevelType w:val="multilevel"/>
    <w:tmpl w:val="09962A36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6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2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810"/>
      </w:pPr>
      <w:rPr>
        <w:rFonts w:hint="default"/>
      </w:rPr>
    </w:lvl>
    <w:lvl w:ilvl="4">
      <w:start w:val="5"/>
      <w:numFmt w:val="decimal"/>
      <w:lvlText w:val="%1.%2.%3.%4.%5"/>
      <w:lvlJc w:val="left"/>
      <w:pPr>
        <w:ind w:left="2794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6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072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2512B"/>
    <w:multiLevelType w:val="multilevel"/>
    <w:tmpl w:val="A01E278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674"/>
        </w:tabs>
        <w:ind w:left="1674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651E4D"/>
    <w:multiLevelType w:val="multilevel"/>
    <w:tmpl w:val="44644420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6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2" w:hanging="810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2298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4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0" w15:restartNumberingAfterBreak="0">
    <w:nsid w:val="21365799"/>
    <w:multiLevelType w:val="hybridMultilevel"/>
    <w:tmpl w:val="545CB6A2"/>
    <w:lvl w:ilvl="0" w:tplc="89CCE492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67C1E38"/>
    <w:multiLevelType w:val="hybridMultilevel"/>
    <w:tmpl w:val="232CD9DA"/>
    <w:lvl w:ilvl="0" w:tplc="68060438">
      <w:start w:val="1"/>
      <w:numFmt w:val="decimal"/>
      <w:pStyle w:val="Odstavec1-xx21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87566"/>
    <w:multiLevelType w:val="multilevel"/>
    <w:tmpl w:val="0E9EFF96"/>
    <w:lvl w:ilvl="0">
      <w:start w:val="6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3" w15:restartNumberingAfterBreak="0">
    <w:nsid w:val="2A5E171A"/>
    <w:multiLevelType w:val="hybridMultilevel"/>
    <w:tmpl w:val="D7BE3D7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 w15:restartNumberingAfterBreak="0">
    <w:nsid w:val="334479A8"/>
    <w:multiLevelType w:val="hybridMultilevel"/>
    <w:tmpl w:val="2A52FAF2"/>
    <w:lvl w:ilvl="0" w:tplc="89CCE492">
      <w:numFmt w:val="bullet"/>
      <w:lvlText w:val="-"/>
      <w:lvlJc w:val="left"/>
      <w:pPr>
        <w:ind w:left="4433" w:hanging="360"/>
      </w:pPr>
      <w:rPr>
        <w:rFonts w:ascii="Calibri" w:eastAsia="Calibri" w:hAnsi="Calibri" w:cs="Calibri" w:hint="default"/>
        <w:sz w:val="20"/>
      </w:rPr>
    </w:lvl>
    <w:lvl w:ilvl="1" w:tplc="F6B28E74">
      <w:start w:val="5"/>
      <w:numFmt w:val="bullet"/>
      <w:lvlText w:val="-"/>
      <w:lvlJc w:val="left"/>
      <w:pPr>
        <w:ind w:left="5153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7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4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193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pStyle w:val="Odrka1-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D02B6"/>
    <w:multiLevelType w:val="hybridMultilevel"/>
    <w:tmpl w:val="BCF23904"/>
    <w:lvl w:ilvl="0" w:tplc="F6B28E74">
      <w:start w:val="5"/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75C755C"/>
    <w:multiLevelType w:val="hybridMultilevel"/>
    <w:tmpl w:val="78CCCB38"/>
    <w:lvl w:ilvl="0" w:tplc="89CCE492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B850CE0"/>
    <w:multiLevelType w:val="multilevel"/>
    <w:tmpl w:val="6BC29492"/>
    <w:styleLink w:val="Aktulnseznam2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0" w15:restartNumberingAfterBreak="0">
    <w:nsid w:val="3BD935B1"/>
    <w:multiLevelType w:val="multilevel"/>
    <w:tmpl w:val="1586314E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6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2" w:hanging="810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2298" w:hanging="810"/>
      </w:pPr>
      <w:rPr>
        <w:rFonts w:hint="default"/>
      </w:rPr>
    </w:lvl>
    <w:lvl w:ilvl="4">
      <w:start w:val="5"/>
      <w:numFmt w:val="decimal"/>
      <w:lvlText w:val="%1.%2.%3.%4.%5"/>
      <w:lvlJc w:val="left"/>
      <w:pPr>
        <w:ind w:left="2794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21" w15:restartNumberingAfterBreak="0">
    <w:nsid w:val="3C362A01"/>
    <w:multiLevelType w:val="hybridMultilevel"/>
    <w:tmpl w:val="48E040CC"/>
    <w:lvl w:ilvl="0" w:tplc="68CE03D4">
      <w:start w:val="1"/>
      <w:numFmt w:val="bullet"/>
      <w:lvlText w:val="­"/>
      <w:lvlJc w:val="left"/>
      <w:pPr>
        <w:ind w:left="17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42F319CD"/>
    <w:multiLevelType w:val="multilevel"/>
    <w:tmpl w:val="181405E4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05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593C29"/>
    <w:multiLevelType w:val="hybridMultilevel"/>
    <w:tmpl w:val="4BD8193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4" w15:restartNumberingAfterBreak="0">
    <w:nsid w:val="49865598"/>
    <w:multiLevelType w:val="multilevel"/>
    <w:tmpl w:val="F9D870C8"/>
    <w:lvl w:ilvl="0">
      <w:start w:val="5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8" w:hanging="9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96" w:hanging="960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2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2160"/>
      </w:pPr>
      <w:rPr>
        <w:rFonts w:hint="default"/>
      </w:rPr>
    </w:lvl>
  </w:abstractNum>
  <w:abstractNum w:abstractNumId="25" w15:restartNumberingAfterBreak="0">
    <w:nsid w:val="4FB92E08"/>
    <w:multiLevelType w:val="hybridMultilevel"/>
    <w:tmpl w:val="3EF214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A3FDA"/>
    <w:multiLevelType w:val="multilevel"/>
    <w:tmpl w:val="08F86FFE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lvlText w:val="(%5)"/>
      <w:lvlJc w:val="left"/>
      <w:pPr>
        <w:tabs>
          <w:tab w:val="num" w:pos="2041"/>
        </w:tabs>
        <w:ind w:left="1985" w:hanging="454"/>
      </w:pPr>
      <w:rPr>
        <w:rFonts w:ascii="Verdana" w:hAnsi="Verdana" w:hint="default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438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pStyle w:val="Odstavec1-61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81014FA"/>
    <w:multiLevelType w:val="multilevel"/>
    <w:tmpl w:val="E830FD6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10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162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9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29" w15:restartNumberingAfterBreak="0">
    <w:nsid w:val="58EC0D45"/>
    <w:multiLevelType w:val="multilevel"/>
    <w:tmpl w:val="6BC29492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0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9098F"/>
    <w:multiLevelType w:val="hybridMultilevel"/>
    <w:tmpl w:val="D7AC9996"/>
    <w:lvl w:ilvl="0" w:tplc="F6B28E74">
      <w:start w:val="5"/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9418D"/>
    <w:multiLevelType w:val="hybridMultilevel"/>
    <w:tmpl w:val="01FEC9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55283"/>
    <w:multiLevelType w:val="multilevel"/>
    <w:tmpl w:val="5C14C68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66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440"/>
      </w:pPr>
      <w:rPr>
        <w:rFonts w:hint="default"/>
      </w:rPr>
    </w:lvl>
  </w:abstractNum>
  <w:abstractNum w:abstractNumId="35" w15:restartNumberingAfterBreak="0">
    <w:nsid w:val="706C2B20"/>
    <w:multiLevelType w:val="hybridMultilevel"/>
    <w:tmpl w:val="3C969A36"/>
    <w:lvl w:ilvl="0" w:tplc="68CE03D4">
      <w:start w:val="1"/>
      <w:numFmt w:val="bullet"/>
      <w:lvlText w:val="­"/>
      <w:lvlJc w:val="left"/>
      <w:pPr>
        <w:ind w:left="213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71BF7BAD"/>
    <w:multiLevelType w:val="multilevel"/>
    <w:tmpl w:val="CCD21FEA"/>
    <w:styleLink w:val="Aktulnseznam1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41"/>
        </w:tabs>
        <w:ind w:left="224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7" w15:restartNumberingAfterBreak="0">
    <w:nsid w:val="76D63228"/>
    <w:multiLevelType w:val="hybridMultilevel"/>
    <w:tmpl w:val="CBE0C6C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811989">
    <w:abstractNumId w:val="14"/>
  </w:num>
  <w:num w:numId="2" w16cid:durableId="1380587918">
    <w:abstractNumId w:val="8"/>
  </w:num>
  <w:num w:numId="3" w16cid:durableId="2050179420">
    <w:abstractNumId w:val="4"/>
  </w:num>
  <w:num w:numId="4" w16cid:durableId="1338263510">
    <w:abstractNumId w:val="16"/>
  </w:num>
  <w:num w:numId="5" w16cid:durableId="1626355088">
    <w:abstractNumId w:val="27"/>
  </w:num>
  <w:num w:numId="6" w16cid:durableId="1061635563">
    <w:abstractNumId w:val="0"/>
  </w:num>
  <w:num w:numId="7" w16cid:durableId="2101754037">
    <w:abstractNumId w:val="7"/>
  </w:num>
  <w:num w:numId="8" w16cid:durableId="372538706">
    <w:abstractNumId w:val="30"/>
  </w:num>
  <w:num w:numId="9" w16cid:durableId="856699729">
    <w:abstractNumId w:val="1"/>
  </w:num>
  <w:num w:numId="10" w16cid:durableId="1214272531">
    <w:abstractNumId w:val="13"/>
  </w:num>
  <w:num w:numId="11" w16cid:durableId="1554269747">
    <w:abstractNumId w:val="23"/>
  </w:num>
  <w:num w:numId="12" w16cid:durableId="1965455671">
    <w:abstractNumId w:val="3"/>
  </w:num>
  <w:num w:numId="13" w16cid:durableId="1994874748">
    <w:abstractNumId w:val="33"/>
  </w:num>
  <w:num w:numId="14" w16cid:durableId="1228616499">
    <w:abstractNumId w:val="37"/>
  </w:num>
  <w:num w:numId="15" w16cid:durableId="17185038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8296379">
    <w:abstractNumId w:val="16"/>
  </w:num>
  <w:num w:numId="17" w16cid:durableId="1301154508">
    <w:abstractNumId w:val="27"/>
  </w:num>
  <w:num w:numId="18" w16cid:durableId="1946962481">
    <w:abstractNumId w:val="11"/>
  </w:num>
  <w:num w:numId="19" w16cid:durableId="2044205501">
    <w:abstractNumId w:val="32"/>
  </w:num>
  <w:num w:numId="20" w16cid:durableId="1032147140">
    <w:abstractNumId w:val="2"/>
  </w:num>
  <w:num w:numId="21" w16cid:durableId="1444960819">
    <w:abstractNumId w:val="7"/>
  </w:num>
  <w:num w:numId="22" w16cid:durableId="1819960034">
    <w:abstractNumId w:val="38"/>
  </w:num>
  <w:num w:numId="23" w16cid:durableId="1914049046">
    <w:abstractNumId w:val="6"/>
  </w:num>
  <w:num w:numId="24" w16cid:durableId="427695699">
    <w:abstractNumId w:val="27"/>
    <w:lvlOverride w:ilvl="0">
      <w:startOverride w:val="1"/>
    </w:lvlOverride>
  </w:num>
  <w:num w:numId="25" w16cid:durableId="1136147823">
    <w:abstractNumId w:val="21"/>
  </w:num>
  <w:num w:numId="26" w16cid:durableId="165941935">
    <w:abstractNumId w:val="15"/>
  </w:num>
  <w:num w:numId="27" w16cid:durableId="1966890951">
    <w:abstractNumId w:val="36"/>
  </w:num>
  <w:num w:numId="28" w16cid:durableId="1862819349">
    <w:abstractNumId w:val="9"/>
  </w:num>
  <w:num w:numId="29" w16cid:durableId="365788268">
    <w:abstractNumId w:val="28"/>
  </w:num>
  <w:num w:numId="30" w16cid:durableId="941189448">
    <w:abstractNumId w:val="22"/>
  </w:num>
  <w:num w:numId="31" w16cid:durableId="187454802">
    <w:abstractNumId w:val="34"/>
  </w:num>
  <w:num w:numId="32" w16cid:durableId="1303194305">
    <w:abstractNumId w:val="7"/>
    <w:lvlOverride w:ilvl="0">
      <w:startOverride w:val="5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</w:num>
  <w:num w:numId="33" w16cid:durableId="91973862">
    <w:abstractNumId w:val="24"/>
  </w:num>
  <w:num w:numId="34" w16cid:durableId="1908880579">
    <w:abstractNumId w:val="20"/>
  </w:num>
  <w:num w:numId="35" w16cid:durableId="1726100179">
    <w:abstractNumId w:val="5"/>
  </w:num>
  <w:num w:numId="36" w16cid:durableId="282154633">
    <w:abstractNumId w:val="29"/>
  </w:num>
  <w:num w:numId="37" w16cid:durableId="725103702">
    <w:abstractNumId w:val="19"/>
  </w:num>
  <w:num w:numId="38" w16cid:durableId="1772506621">
    <w:abstractNumId w:val="12"/>
  </w:num>
  <w:num w:numId="39" w16cid:durableId="1547721069">
    <w:abstractNumId w:val="35"/>
  </w:num>
  <w:num w:numId="40" w16cid:durableId="870649100">
    <w:abstractNumId w:val="17"/>
  </w:num>
  <w:num w:numId="41" w16cid:durableId="1283802949">
    <w:abstractNumId w:val="31"/>
  </w:num>
  <w:num w:numId="42" w16cid:durableId="809589293">
    <w:abstractNumId w:val="10"/>
  </w:num>
  <w:num w:numId="43" w16cid:durableId="2137209911">
    <w:abstractNumId w:val="18"/>
  </w:num>
  <w:num w:numId="44" w16cid:durableId="32192954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15"/>
    <w:rsid w:val="00002228"/>
    <w:rsid w:val="00006603"/>
    <w:rsid w:val="00006700"/>
    <w:rsid w:val="00007BA4"/>
    <w:rsid w:val="000128FC"/>
    <w:rsid w:val="00012EC4"/>
    <w:rsid w:val="00016692"/>
    <w:rsid w:val="00017F3C"/>
    <w:rsid w:val="0002289B"/>
    <w:rsid w:val="00024120"/>
    <w:rsid w:val="000252E2"/>
    <w:rsid w:val="00025972"/>
    <w:rsid w:val="00034059"/>
    <w:rsid w:val="000363FA"/>
    <w:rsid w:val="00041EC8"/>
    <w:rsid w:val="000452F2"/>
    <w:rsid w:val="0005426C"/>
    <w:rsid w:val="00054FC6"/>
    <w:rsid w:val="0005627C"/>
    <w:rsid w:val="00061650"/>
    <w:rsid w:val="000619A3"/>
    <w:rsid w:val="00063B66"/>
    <w:rsid w:val="000645A8"/>
    <w:rsid w:val="0006465A"/>
    <w:rsid w:val="000646D5"/>
    <w:rsid w:val="0006588D"/>
    <w:rsid w:val="00066104"/>
    <w:rsid w:val="00067017"/>
    <w:rsid w:val="00067A5E"/>
    <w:rsid w:val="000716AE"/>
    <w:rsid w:val="000719BB"/>
    <w:rsid w:val="00072119"/>
    <w:rsid w:val="00072A65"/>
    <w:rsid w:val="00072C1E"/>
    <w:rsid w:val="00076B14"/>
    <w:rsid w:val="00080DD6"/>
    <w:rsid w:val="00081DAC"/>
    <w:rsid w:val="0008461A"/>
    <w:rsid w:val="000867E6"/>
    <w:rsid w:val="000911EE"/>
    <w:rsid w:val="000949B3"/>
    <w:rsid w:val="00096198"/>
    <w:rsid w:val="00096307"/>
    <w:rsid w:val="000A146D"/>
    <w:rsid w:val="000A2870"/>
    <w:rsid w:val="000A4D3F"/>
    <w:rsid w:val="000A5EE1"/>
    <w:rsid w:val="000A6E75"/>
    <w:rsid w:val="000B2EB4"/>
    <w:rsid w:val="000B408F"/>
    <w:rsid w:val="000B433D"/>
    <w:rsid w:val="000B4EB8"/>
    <w:rsid w:val="000B6CAC"/>
    <w:rsid w:val="000B7AE8"/>
    <w:rsid w:val="000C2EAB"/>
    <w:rsid w:val="000C41F2"/>
    <w:rsid w:val="000C717F"/>
    <w:rsid w:val="000D22C4"/>
    <w:rsid w:val="000D27D1"/>
    <w:rsid w:val="000D387B"/>
    <w:rsid w:val="000D4257"/>
    <w:rsid w:val="000D4286"/>
    <w:rsid w:val="000D4A0D"/>
    <w:rsid w:val="000E1A7F"/>
    <w:rsid w:val="000E1B6E"/>
    <w:rsid w:val="000E3246"/>
    <w:rsid w:val="000E340E"/>
    <w:rsid w:val="000E6CD3"/>
    <w:rsid w:val="000F0343"/>
    <w:rsid w:val="000F0760"/>
    <w:rsid w:val="000F15F1"/>
    <w:rsid w:val="000F160C"/>
    <w:rsid w:val="000F1724"/>
    <w:rsid w:val="000F31E9"/>
    <w:rsid w:val="000F499A"/>
    <w:rsid w:val="000F4B80"/>
    <w:rsid w:val="000F7317"/>
    <w:rsid w:val="00105E6A"/>
    <w:rsid w:val="001126D8"/>
    <w:rsid w:val="00112864"/>
    <w:rsid w:val="00112AAE"/>
    <w:rsid w:val="00113187"/>
    <w:rsid w:val="00113D69"/>
    <w:rsid w:val="00114472"/>
    <w:rsid w:val="00114988"/>
    <w:rsid w:val="00114DE9"/>
    <w:rsid w:val="00115069"/>
    <w:rsid w:val="001150F2"/>
    <w:rsid w:val="00117295"/>
    <w:rsid w:val="00120A57"/>
    <w:rsid w:val="001228AE"/>
    <w:rsid w:val="0013457F"/>
    <w:rsid w:val="001357B7"/>
    <w:rsid w:val="00135B43"/>
    <w:rsid w:val="00136398"/>
    <w:rsid w:val="0014019D"/>
    <w:rsid w:val="0014536A"/>
    <w:rsid w:val="00146BCB"/>
    <w:rsid w:val="0015027B"/>
    <w:rsid w:val="00152D8F"/>
    <w:rsid w:val="00153B6C"/>
    <w:rsid w:val="00153FA1"/>
    <w:rsid w:val="00155EB1"/>
    <w:rsid w:val="0016034B"/>
    <w:rsid w:val="00163499"/>
    <w:rsid w:val="001656A2"/>
    <w:rsid w:val="00170EC5"/>
    <w:rsid w:val="00172911"/>
    <w:rsid w:val="00172AAF"/>
    <w:rsid w:val="001747C1"/>
    <w:rsid w:val="001770B1"/>
    <w:rsid w:val="0017771F"/>
    <w:rsid w:val="00177D6B"/>
    <w:rsid w:val="001843C2"/>
    <w:rsid w:val="001903CF"/>
    <w:rsid w:val="00191F90"/>
    <w:rsid w:val="001A0424"/>
    <w:rsid w:val="001A107F"/>
    <w:rsid w:val="001A2D82"/>
    <w:rsid w:val="001A3B3C"/>
    <w:rsid w:val="001A64B9"/>
    <w:rsid w:val="001B3606"/>
    <w:rsid w:val="001B4180"/>
    <w:rsid w:val="001B438C"/>
    <w:rsid w:val="001B4E74"/>
    <w:rsid w:val="001B652B"/>
    <w:rsid w:val="001B7668"/>
    <w:rsid w:val="001C29CE"/>
    <w:rsid w:val="001C3C58"/>
    <w:rsid w:val="001C645F"/>
    <w:rsid w:val="001C71F2"/>
    <w:rsid w:val="001D285E"/>
    <w:rsid w:val="001D301F"/>
    <w:rsid w:val="001D4537"/>
    <w:rsid w:val="001D4BFC"/>
    <w:rsid w:val="001D6BC5"/>
    <w:rsid w:val="001D7275"/>
    <w:rsid w:val="001E042E"/>
    <w:rsid w:val="001E071E"/>
    <w:rsid w:val="001E08ED"/>
    <w:rsid w:val="001E0FE7"/>
    <w:rsid w:val="001E35EB"/>
    <w:rsid w:val="001E3C6D"/>
    <w:rsid w:val="001E678E"/>
    <w:rsid w:val="001E6925"/>
    <w:rsid w:val="001F2D00"/>
    <w:rsid w:val="001F4F1B"/>
    <w:rsid w:val="002007BA"/>
    <w:rsid w:val="002038C9"/>
    <w:rsid w:val="002071BB"/>
    <w:rsid w:val="00207DF5"/>
    <w:rsid w:val="00212EF3"/>
    <w:rsid w:val="00214F9F"/>
    <w:rsid w:val="0022090C"/>
    <w:rsid w:val="0022166B"/>
    <w:rsid w:val="00224B5D"/>
    <w:rsid w:val="0022534E"/>
    <w:rsid w:val="00231907"/>
    <w:rsid w:val="00232000"/>
    <w:rsid w:val="00233E18"/>
    <w:rsid w:val="002374A5"/>
    <w:rsid w:val="00240B81"/>
    <w:rsid w:val="002418B4"/>
    <w:rsid w:val="00241C3C"/>
    <w:rsid w:val="00246FB0"/>
    <w:rsid w:val="00247D01"/>
    <w:rsid w:val="0025030F"/>
    <w:rsid w:val="002517D7"/>
    <w:rsid w:val="00251879"/>
    <w:rsid w:val="0025398F"/>
    <w:rsid w:val="00254EE7"/>
    <w:rsid w:val="00257914"/>
    <w:rsid w:val="0025793F"/>
    <w:rsid w:val="0026147F"/>
    <w:rsid w:val="00261A5B"/>
    <w:rsid w:val="00262E5B"/>
    <w:rsid w:val="0026409B"/>
    <w:rsid w:val="002652EF"/>
    <w:rsid w:val="00265F94"/>
    <w:rsid w:val="00270B08"/>
    <w:rsid w:val="00276AFE"/>
    <w:rsid w:val="00276CE2"/>
    <w:rsid w:val="00280B3E"/>
    <w:rsid w:val="00281B53"/>
    <w:rsid w:val="002844BB"/>
    <w:rsid w:val="002868CE"/>
    <w:rsid w:val="00292B1E"/>
    <w:rsid w:val="002956F5"/>
    <w:rsid w:val="002A2AC7"/>
    <w:rsid w:val="002A353D"/>
    <w:rsid w:val="002A355D"/>
    <w:rsid w:val="002A3B57"/>
    <w:rsid w:val="002A61DF"/>
    <w:rsid w:val="002B2AF2"/>
    <w:rsid w:val="002B5B07"/>
    <w:rsid w:val="002B6B58"/>
    <w:rsid w:val="002C08BB"/>
    <w:rsid w:val="002C1D26"/>
    <w:rsid w:val="002C31BF"/>
    <w:rsid w:val="002C389C"/>
    <w:rsid w:val="002C434E"/>
    <w:rsid w:val="002C518B"/>
    <w:rsid w:val="002C53D7"/>
    <w:rsid w:val="002D0011"/>
    <w:rsid w:val="002D2102"/>
    <w:rsid w:val="002D4E12"/>
    <w:rsid w:val="002D6185"/>
    <w:rsid w:val="002D7FD6"/>
    <w:rsid w:val="002E0CD7"/>
    <w:rsid w:val="002E0CFB"/>
    <w:rsid w:val="002E12BF"/>
    <w:rsid w:val="002E5C7B"/>
    <w:rsid w:val="002E7F39"/>
    <w:rsid w:val="002F02D1"/>
    <w:rsid w:val="002F06BD"/>
    <w:rsid w:val="002F2943"/>
    <w:rsid w:val="002F2AE7"/>
    <w:rsid w:val="002F4333"/>
    <w:rsid w:val="002F71D2"/>
    <w:rsid w:val="002F77E8"/>
    <w:rsid w:val="00302289"/>
    <w:rsid w:val="00302D6C"/>
    <w:rsid w:val="0030303F"/>
    <w:rsid w:val="003035E8"/>
    <w:rsid w:val="00304DAF"/>
    <w:rsid w:val="00307207"/>
    <w:rsid w:val="00311473"/>
    <w:rsid w:val="00311CDE"/>
    <w:rsid w:val="003130A4"/>
    <w:rsid w:val="00316452"/>
    <w:rsid w:val="003229ED"/>
    <w:rsid w:val="003238DE"/>
    <w:rsid w:val="003254A3"/>
    <w:rsid w:val="00327B9B"/>
    <w:rsid w:val="00327EEF"/>
    <w:rsid w:val="00330D25"/>
    <w:rsid w:val="003316CC"/>
    <w:rsid w:val="0033239F"/>
    <w:rsid w:val="00334918"/>
    <w:rsid w:val="00335D1E"/>
    <w:rsid w:val="003418A3"/>
    <w:rsid w:val="0034274B"/>
    <w:rsid w:val="003462EB"/>
    <w:rsid w:val="0034719F"/>
    <w:rsid w:val="003475AA"/>
    <w:rsid w:val="00347746"/>
    <w:rsid w:val="00347A9C"/>
    <w:rsid w:val="00350A35"/>
    <w:rsid w:val="00354140"/>
    <w:rsid w:val="003541F2"/>
    <w:rsid w:val="00356A54"/>
    <w:rsid w:val="003571D8"/>
    <w:rsid w:val="00357BC6"/>
    <w:rsid w:val="00357E8E"/>
    <w:rsid w:val="00361422"/>
    <w:rsid w:val="00362F26"/>
    <w:rsid w:val="003633C7"/>
    <w:rsid w:val="0036523F"/>
    <w:rsid w:val="00366262"/>
    <w:rsid w:val="003707C6"/>
    <w:rsid w:val="0037545D"/>
    <w:rsid w:val="00377B7E"/>
    <w:rsid w:val="00384DDD"/>
    <w:rsid w:val="0038531D"/>
    <w:rsid w:val="00386FF1"/>
    <w:rsid w:val="00392122"/>
    <w:rsid w:val="00392EB6"/>
    <w:rsid w:val="003956C6"/>
    <w:rsid w:val="00397FE8"/>
    <w:rsid w:val="003A09C0"/>
    <w:rsid w:val="003A0F01"/>
    <w:rsid w:val="003A2CE3"/>
    <w:rsid w:val="003A4000"/>
    <w:rsid w:val="003A4B4B"/>
    <w:rsid w:val="003A4D88"/>
    <w:rsid w:val="003A5B16"/>
    <w:rsid w:val="003A742B"/>
    <w:rsid w:val="003B111D"/>
    <w:rsid w:val="003B25FD"/>
    <w:rsid w:val="003B3764"/>
    <w:rsid w:val="003B38AE"/>
    <w:rsid w:val="003B41BC"/>
    <w:rsid w:val="003B4CD9"/>
    <w:rsid w:val="003C225A"/>
    <w:rsid w:val="003C2A18"/>
    <w:rsid w:val="003C33F2"/>
    <w:rsid w:val="003C3DDE"/>
    <w:rsid w:val="003C6550"/>
    <w:rsid w:val="003C6679"/>
    <w:rsid w:val="003C6CD0"/>
    <w:rsid w:val="003C7294"/>
    <w:rsid w:val="003C7400"/>
    <w:rsid w:val="003D084E"/>
    <w:rsid w:val="003D6E72"/>
    <w:rsid w:val="003D756E"/>
    <w:rsid w:val="003D7E0C"/>
    <w:rsid w:val="003E1530"/>
    <w:rsid w:val="003E2541"/>
    <w:rsid w:val="003E3F99"/>
    <w:rsid w:val="003E40BD"/>
    <w:rsid w:val="003E4135"/>
    <w:rsid w:val="003E420D"/>
    <w:rsid w:val="003E4C13"/>
    <w:rsid w:val="003E77F5"/>
    <w:rsid w:val="003F198A"/>
    <w:rsid w:val="00400FEA"/>
    <w:rsid w:val="00404FCA"/>
    <w:rsid w:val="004078F3"/>
    <w:rsid w:val="00411B6F"/>
    <w:rsid w:val="00411FF7"/>
    <w:rsid w:val="004208DC"/>
    <w:rsid w:val="00422A8F"/>
    <w:rsid w:val="00427794"/>
    <w:rsid w:val="00430020"/>
    <w:rsid w:val="00430D82"/>
    <w:rsid w:val="00433506"/>
    <w:rsid w:val="00436ABA"/>
    <w:rsid w:val="00437439"/>
    <w:rsid w:val="00442C9E"/>
    <w:rsid w:val="00442F86"/>
    <w:rsid w:val="00443C6D"/>
    <w:rsid w:val="004449EE"/>
    <w:rsid w:val="00450B00"/>
    <w:rsid w:val="00450F07"/>
    <w:rsid w:val="00453CD3"/>
    <w:rsid w:val="00454A6E"/>
    <w:rsid w:val="0045622C"/>
    <w:rsid w:val="00460660"/>
    <w:rsid w:val="004613CE"/>
    <w:rsid w:val="00461654"/>
    <w:rsid w:val="00462FB5"/>
    <w:rsid w:val="00463BD5"/>
    <w:rsid w:val="00464BA9"/>
    <w:rsid w:val="00465059"/>
    <w:rsid w:val="00465BC4"/>
    <w:rsid w:val="00467F7D"/>
    <w:rsid w:val="00471EA2"/>
    <w:rsid w:val="00474D13"/>
    <w:rsid w:val="00476F2F"/>
    <w:rsid w:val="004775FA"/>
    <w:rsid w:val="00477CAC"/>
    <w:rsid w:val="00477E60"/>
    <w:rsid w:val="00483969"/>
    <w:rsid w:val="00486107"/>
    <w:rsid w:val="004868E7"/>
    <w:rsid w:val="00487210"/>
    <w:rsid w:val="004879D2"/>
    <w:rsid w:val="004900E2"/>
    <w:rsid w:val="00490BE8"/>
    <w:rsid w:val="004917A5"/>
    <w:rsid w:val="00491827"/>
    <w:rsid w:val="004946CB"/>
    <w:rsid w:val="004950A4"/>
    <w:rsid w:val="00496A99"/>
    <w:rsid w:val="004A04B5"/>
    <w:rsid w:val="004A634F"/>
    <w:rsid w:val="004B0E9E"/>
    <w:rsid w:val="004C08B8"/>
    <w:rsid w:val="004C31D9"/>
    <w:rsid w:val="004C328F"/>
    <w:rsid w:val="004C4399"/>
    <w:rsid w:val="004C787C"/>
    <w:rsid w:val="004D0A78"/>
    <w:rsid w:val="004D153A"/>
    <w:rsid w:val="004D1752"/>
    <w:rsid w:val="004D26E6"/>
    <w:rsid w:val="004D3892"/>
    <w:rsid w:val="004D49B6"/>
    <w:rsid w:val="004D6CE9"/>
    <w:rsid w:val="004D7146"/>
    <w:rsid w:val="004D7D8C"/>
    <w:rsid w:val="004D7EB6"/>
    <w:rsid w:val="004E4D23"/>
    <w:rsid w:val="004E5849"/>
    <w:rsid w:val="004E79FE"/>
    <w:rsid w:val="004E7A1F"/>
    <w:rsid w:val="004F4B9B"/>
    <w:rsid w:val="004F5FC9"/>
    <w:rsid w:val="004F6355"/>
    <w:rsid w:val="004F70CD"/>
    <w:rsid w:val="00500225"/>
    <w:rsid w:val="0050096A"/>
    <w:rsid w:val="00504EFD"/>
    <w:rsid w:val="005057FD"/>
    <w:rsid w:val="0050666E"/>
    <w:rsid w:val="00510321"/>
    <w:rsid w:val="00511AB9"/>
    <w:rsid w:val="00513045"/>
    <w:rsid w:val="00513E85"/>
    <w:rsid w:val="0051541B"/>
    <w:rsid w:val="00520BA8"/>
    <w:rsid w:val="005222A4"/>
    <w:rsid w:val="005227B9"/>
    <w:rsid w:val="0052370D"/>
    <w:rsid w:val="00523BB5"/>
    <w:rsid w:val="00523EA7"/>
    <w:rsid w:val="00524C6F"/>
    <w:rsid w:val="00531CB9"/>
    <w:rsid w:val="0053218B"/>
    <w:rsid w:val="00535ABB"/>
    <w:rsid w:val="00536B79"/>
    <w:rsid w:val="00537FB8"/>
    <w:rsid w:val="005403D3"/>
    <w:rsid w:val="005406EB"/>
    <w:rsid w:val="00541138"/>
    <w:rsid w:val="00543631"/>
    <w:rsid w:val="00545AD1"/>
    <w:rsid w:val="00547D60"/>
    <w:rsid w:val="00553375"/>
    <w:rsid w:val="00554713"/>
    <w:rsid w:val="00555884"/>
    <w:rsid w:val="005564E4"/>
    <w:rsid w:val="005635D5"/>
    <w:rsid w:val="00563C4B"/>
    <w:rsid w:val="00564E35"/>
    <w:rsid w:val="005705BB"/>
    <w:rsid w:val="00571C62"/>
    <w:rsid w:val="00572A42"/>
    <w:rsid w:val="00573230"/>
    <w:rsid w:val="005736B7"/>
    <w:rsid w:val="0057469F"/>
    <w:rsid w:val="00574ED9"/>
    <w:rsid w:val="00575E5A"/>
    <w:rsid w:val="00580245"/>
    <w:rsid w:val="00581E46"/>
    <w:rsid w:val="005821FC"/>
    <w:rsid w:val="00584E09"/>
    <w:rsid w:val="0058742A"/>
    <w:rsid w:val="00587938"/>
    <w:rsid w:val="00590BAF"/>
    <w:rsid w:val="00591DC0"/>
    <w:rsid w:val="00592652"/>
    <w:rsid w:val="0059746D"/>
    <w:rsid w:val="005A1F44"/>
    <w:rsid w:val="005A2BB2"/>
    <w:rsid w:val="005A5345"/>
    <w:rsid w:val="005B0A80"/>
    <w:rsid w:val="005B3477"/>
    <w:rsid w:val="005B3513"/>
    <w:rsid w:val="005B3C0C"/>
    <w:rsid w:val="005C579A"/>
    <w:rsid w:val="005C6BBA"/>
    <w:rsid w:val="005D2968"/>
    <w:rsid w:val="005D2F2E"/>
    <w:rsid w:val="005D2F9B"/>
    <w:rsid w:val="005D3C39"/>
    <w:rsid w:val="005D528F"/>
    <w:rsid w:val="005D7706"/>
    <w:rsid w:val="005D7A71"/>
    <w:rsid w:val="005E1159"/>
    <w:rsid w:val="005E2F7E"/>
    <w:rsid w:val="005E3428"/>
    <w:rsid w:val="005E453A"/>
    <w:rsid w:val="005E472E"/>
    <w:rsid w:val="005E5CAF"/>
    <w:rsid w:val="005E6A59"/>
    <w:rsid w:val="005F5074"/>
    <w:rsid w:val="005F6BC5"/>
    <w:rsid w:val="00601A8C"/>
    <w:rsid w:val="006027D8"/>
    <w:rsid w:val="00603F9F"/>
    <w:rsid w:val="006103C9"/>
    <w:rsid w:val="0061068E"/>
    <w:rsid w:val="00610F4E"/>
    <w:rsid w:val="006115D3"/>
    <w:rsid w:val="006118EB"/>
    <w:rsid w:val="00611B7F"/>
    <w:rsid w:val="00614E71"/>
    <w:rsid w:val="0061610E"/>
    <w:rsid w:val="006208DF"/>
    <w:rsid w:val="00621FBF"/>
    <w:rsid w:val="00633336"/>
    <w:rsid w:val="00633AAE"/>
    <w:rsid w:val="00634EF0"/>
    <w:rsid w:val="0064572A"/>
    <w:rsid w:val="00652CF1"/>
    <w:rsid w:val="00655976"/>
    <w:rsid w:val="0065610E"/>
    <w:rsid w:val="00657F60"/>
    <w:rsid w:val="0066071F"/>
    <w:rsid w:val="00660AD3"/>
    <w:rsid w:val="006646BC"/>
    <w:rsid w:val="00665A99"/>
    <w:rsid w:val="0066615D"/>
    <w:rsid w:val="00666AE8"/>
    <w:rsid w:val="00673449"/>
    <w:rsid w:val="00676948"/>
    <w:rsid w:val="006776B6"/>
    <w:rsid w:val="00686013"/>
    <w:rsid w:val="00686D64"/>
    <w:rsid w:val="0069136C"/>
    <w:rsid w:val="0069186B"/>
    <w:rsid w:val="00691FE3"/>
    <w:rsid w:val="00693150"/>
    <w:rsid w:val="00693BB7"/>
    <w:rsid w:val="0069470F"/>
    <w:rsid w:val="00695E52"/>
    <w:rsid w:val="006A019B"/>
    <w:rsid w:val="006A0278"/>
    <w:rsid w:val="006A16D4"/>
    <w:rsid w:val="006A5570"/>
    <w:rsid w:val="006A558D"/>
    <w:rsid w:val="006A689C"/>
    <w:rsid w:val="006A6FCD"/>
    <w:rsid w:val="006A7D5A"/>
    <w:rsid w:val="006B117C"/>
    <w:rsid w:val="006B2318"/>
    <w:rsid w:val="006B34EF"/>
    <w:rsid w:val="006B3D79"/>
    <w:rsid w:val="006B4CCE"/>
    <w:rsid w:val="006B6FE4"/>
    <w:rsid w:val="006C0F7C"/>
    <w:rsid w:val="006C137A"/>
    <w:rsid w:val="006C16B9"/>
    <w:rsid w:val="006C16E1"/>
    <w:rsid w:val="006C2019"/>
    <w:rsid w:val="006C2343"/>
    <w:rsid w:val="006C2ED0"/>
    <w:rsid w:val="006C31D3"/>
    <w:rsid w:val="006C3A3A"/>
    <w:rsid w:val="006C442A"/>
    <w:rsid w:val="006C6741"/>
    <w:rsid w:val="006C7633"/>
    <w:rsid w:val="006C7B1D"/>
    <w:rsid w:val="006D6395"/>
    <w:rsid w:val="006E0578"/>
    <w:rsid w:val="006E0B4B"/>
    <w:rsid w:val="006E294F"/>
    <w:rsid w:val="006E2B8C"/>
    <w:rsid w:val="006E314D"/>
    <w:rsid w:val="006E5D40"/>
    <w:rsid w:val="006E6728"/>
    <w:rsid w:val="006E68AB"/>
    <w:rsid w:val="006F1603"/>
    <w:rsid w:val="006F249D"/>
    <w:rsid w:val="006F51C0"/>
    <w:rsid w:val="006F658F"/>
    <w:rsid w:val="006F6FD5"/>
    <w:rsid w:val="00704C79"/>
    <w:rsid w:val="00710723"/>
    <w:rsid w:val="00710ABE"/>
    <w:rsid w:val="0071104F"/>
    <w:rsid w:val="00712BBB"/>
    <w:rsid w:val="007135BE"/>
    <w:rsid w:val="007140FC"/>
    <w:rsid w:val="007149AC"/>
    <w:rsid w:val="00715946"/>
    <w:rsid w:val="00720802"/>
    <w:rsid w:val="00722A16"/>
    <w:rsid w:val="00722CCE"/>
    <w:rsid w:val="00723ED1"/>
    <w:rsid w:val="007259B4"/>
    <w:rsid w:val="00731AF6"/>
    <w:rsid w:val="00733AD8"/>
    <w:rsid w:val="007349C2"/>
    <w:rsid w:val="00734A98"/>
    <w:rsid w:val="007357E9"/>
    <w:rsid w:val="00740AF5"/>
    <w:rsid w:val="0074106D"/>
    <w:rsid w:val="007418A0"/>
    <w:rsid w:val="00743525"/>
    <w:rsid w:val="00745318"/>
    <w:rsid w:val="00745555"/>
    <w:rsid w:val="00745B7E"/>
    <w:rsid w:val="00745F94"/>
    <w:rsid w:val="0075171E"/>
    <w:rsid w:val="007524C4"/>
    <w:rsid w:val="007531DF"/>
    <w:rsid w:val="007541A2"/>
    <w:rsid w:val="00755818"/>
    <w:rsid w:val="0076008E"/>
    <w:rsid w:val="0076286B"/>
    <w:rsid w:val="00763DD4"/>
    <w:rsid w:val="007641A4"/>
    <w:rsid w:val="00765B35"/>
    <w:rsid w:val="00766846"/>
    <w:rsid w:val="007677E6"/>
    <w:rsid w:val="0076790E"/>
    <w:rsid w:val="00770601"/>
    <w:rsid w:val="007726E6"/>
    <w:rsid w:val="007730CF"/>
    <w:rsid w:val="00773D9C"/>
    <w:rsid w:val="00774B69"/>
    <w:rsid w:val="00775CFC"/>
    <w:rsid w:val="007762A4"/>
    <w:rsid w:val="0077673A"/>
    <w:rsid w:val="007846E1"/>
    <w:rsid w:val="007847D6"/>
    <w:rsid w:val="007903E5"/>
    <w:rsid w:val="007A1C02"/>
    <w:rsid w:val="007A202B"/>
    <w:rsid w:val="007A5172"/>
    <w:rsid w:val="007A67A0"/>
    <w:rsid w:val="007A78D3"/>
    <w:rsid w:val="007B1404"/>
    <w:rsid w:val="007B4640"/>
    <w:rsid w:val="007B570C"/>
    <w:rsid w:val="007B69BB"/>
    <w:rsid w:val="007B78F1"/>
    <w:rsid w:val="007C1D0D"/>
    <w:rsid w:val="007C7951"/>
    <w:rsid w:val="007D6587"/>
    <w:rsid w:val="007E0879"/>
    <w:rsid w:val="007E3EE7"/>
    <w:rsid w:val="007E4A6E"/>
    <w:rsid w:val="007E6519"/>
    <w:rsid w:val="007E7989"/>
    <w:rsid w:val="007F348A"/>
    <w:rsid w:val="007F56A7"/>
    <w:rsid w:val="00800851"/>
    <w:rsid w:val="0080171C"/>
    <w:rsid w:val="00801857"/>
    <w:rsid w:val="00801D32"/>
    <w:rsid w:val="008028FD"/>
    <w:rsid w:val="0080306F"/>
    <w:rsid w:val="00803BF3"/>
    <w:rsid w:val="008064D8"/>
    <w:rsid w:val="0080795A"/>
    <w:rsid w:val="00807DD0"/>
    <w:rsid w:val="00810884"/>
    <w:rsid w:val="00810E5C"/>
    <w:rsid w:val="00813194"/>
    <w:rsid w:val="00816930"/>
    <w:rsid w:val="00821D01"/>
    <w:rsid w:val="00823E8E"/>
    <w:rsid w:val="00826B7B"/>
    <w:rsid w:val="00826EEC"/>
    <w:rsid w:val="00831105"/>
    <w:rsid w:val="00831846"/>
    <w:rsid w:val="0083197D"/>
    <w:rsid w:val="00834146"/>
    <w:rsid w:val="00836D25"/>
    <w:rsid w:val="00841BDD"/>
    <w:rsid w:val="00845390"/>
    <w:rsid w:val="00846789"/>
    <w:rsid w:val="00850064"/>
    <w:rsid w:val="00860728"/>
    <w:rsid w:val="008633B5"/>
    <w:rsid w:val="00863850"/>
    <w:rsid w:val="00864007"/>
    <w:rsid w:val="008664BF"/>
    <w:rsid w:val="00866D9A"/>
    <w:rsid w:val="00873919"/>
    <w:rsid w:val="008743B1"/>
    <w:rsid w:val="00875B8C"/>
    <w:rsid w:val="00887311"/>
    <w:rsid w:val="00887F36"/>
    <w:rsid w:val="00890A4F"/>
    <w:rsid w:val="008929BC"/>
    <w:rsid w:val="00892B5B"/>
    <w:rsid w:val="00893666"/>
    <w:rsid w:val="008943EA"/>
    <w:rsid w:val="008974EE"/>
    <w:rsid w:val="008A01EA"/>
    <w:rsid w:val="008A0E06"/>
    <w:rsid w:val="008A3568"/>
    <w:rsid w:val="008A3E88"/>
    <w:rsid w:val="008A4451"/>
    <w:rsid w:val="008A531E"/>
    <w:rsid w:val="008A588A"/>
    <w:rsid w:val="008A710A"/>
    <w:rsid w:val="008B0984"/>
    <w:rsid w:val="008B1599"/>
    <w:rsid w:val="008B16A8"/>
    <w:rsid w:val="008B1BDF"/>
    <w:rsid w:val="008B4718"/>
    <w:rsid w:val="008B6C6F"/>
    <w:rsid w:val="008B7E06"/>
    <w:rsid w:val="008C24A8"/>
    <w:rsid w:val="008C461F"/>
    <w:rsid w:val="008C50F3"/>
    <w:rsid w:val="008C51A4"/>
    <w:rsid w:val="008C6204"/>
    <w:rsid w:val="008C6E84"/>
    <w:rsid w:val="008C72EB"/>
    <w:rsid w:val="008C7EFE"/>
    <w:rsid w:val="008D03B9"/>
    <w:rsid w:val="008D30C7"/>
    <w:rsid w:val="008D3105"/>
    <w:rsid w:val="008D7F2D"/>
    <w:rsid w:val="008E2602"/>
    <w:rsid w:val="008E6D90"/>
    <w:rsid w:val="008E7697"/>
    <w:rsid w:val="008F0052"/>
    <w:rsid w:val="008F18D6"/>
    <w:rsid w:val="008F1920"/>
    <w:rsid w:val="008F2C9B"/>
    <w:rsid w:val="008F34FC"/>
    <w:rsid w:val="008F50F3"/>
    <w:rsid w:val="008F797B"/>
    <w:rsid w:val="009009DE"/>
    <w:rsid w:val="00904334"/>
    <w:rsid w:val="00904780"/>
    <w:rsid w:val="0090635B"/>
    <w:rsid w:val="009113CD"/>
    <w:rsid w:val="00913415"/>
    <w:rsid w:val="00914F81"/>
    <w:rsid w:val="009162B2"/>
    <w:rsid w:val="00922385"/>
    <w:rsid w:val="009223DF"/>
    <w:rsid w:val="009226C1"/>
    <w:rsid w:val="00923406"/>
    <w:rsid w:val="00926BBE"/>
    <w:rsid w:val="009311D3"/>
    <w:rsid w:val="00935624"/>
    <w:rsid w:val="00936091"/>
    <w:rsid w:val="00940206"/>
    <w:rsid w:val="00940D8A"/>
    <w:rsid w:val="00942AE8"/>
    <w:rsid w:val="00942BF8"/>
    <w:rsid w:val="00945850"/>
    <w:rsid w:val="00950944"/>
    <w:rsid w:val="00951B3B"/>
    <w:rsid w:val="009525B9"/>
    <w:rsid w:val="009572C0"/>
    <w:rsid w:val="00957499"/>
    <w:rsid w:val="00957F1F"/>
    <w:rsid w:val="00962258"/>
    <w:rsid w:val="00966455"/>
    <w:rsid w:val="009669B6"/>
    <w:rsid w:val="009678B7"/>
    <w:rsid w:val="0097098D"/>
    <w:rsid w:val="0097239D"/>
    <w:rsid w:val="009743A0"/>
    <w:rsid w:val="00976B9F"/>
    <w:rsid w:val="00981B0C"/>
    <w:rsid w:val="00982B61"/>
    <w:rsid w:val="0098333B"/>
    <w:rsid w:val="00983E1D"/>
    <w:rsid w:val="0098418F"/>
    <w:rsid w:val="0099258A"/>
    <w:rsid w:val="00992D9C"/>
    <w:rsid w:val="00994FCB"/>
    <w:rsid w:val="009966D4"/>
    <w:rsid w:val="00996CB8"/>
    <w:rsid w:val="009A14BA"/>
    <w:rsid w:val="009A404E"/>
    <w:rsid w:val="009A4D05"/>
    <w:rsid w:val="009A6F61"/>
    <w:rsid w:val="009B2E97"/>
    <w:rsid w:val="009B4F1C"/>
    <w:rsid w:val="009B5146"/>
    <w:rsid w:val="009B5555"/>
    <w:rsid w:val="009B7E32"/>
    <w:rsid w:val="009C418E"/>
    <w:rsid w:val="009C442C"/>
    <w:rsid w:val="009D2734"/>
    <w:rsid w:val="009D2FC5"/>
    <w:rsid w:val="009D6B0E"/>
    <w:rsid w:val="009D73AD"/>
    <w:rsid w:val="009E07F4"/>
    <w:rsid w:val="009E09BE"/>
    <w:rsid w:val="009E1779"/>
    <w:rsid w:val="009E64F8"/>
    <w:rsid w:val="009E681B"/>
    <w:rsid w:val="009F0EBA"/>
    <w:rsid w:val="009F25DD"/>
    <w:rsid w:val="009F309B"/>
    <w:rsid w:val="009F392E"/>
    <w:rsid w:val="009F44EB"/>
    <w:rsid w:val="009F451A"/>
    <w:rsid w:val="009F53C5"/>
    <w:rsid w:val="00A0054C"/>
    <w:rsid w:val="00A01D9D"/>
    <w:rsid w:val="00A02025"/>
    <w:rsid w:val="00A04D7F"/>
    <w:rsid w:val="00A06223"/>
    <w:rsid w:val="00A0740E"/>
    <w:rsid w:val="00A1521E"/>
    <w:rsid w:val="00A16EC5"/>
    <w:rsid w:val="00A1716E"/>
    <w:rsid w:val="00A21DED"/>
    <w:rsid w:val="00A22CB6"/>
    <w:rsid w:val="00A27B5D"/>
    <w:rsid w:val="00A360CB"/>
    <w:rsid w:val="00A4050F"/>
    <w:rsid w:val="00A4177A"/>
    <w:rsid w:val="00A45B6C"/>
    <w:rsid w:val="00A50641"/>
    <w:rsid w:val="00A530BF"/>
    <w:rsid w:val="00A54786"/>
    <w:rsid w:val="00A60B83"/>
    <w:rsid w:val="00A6177B"/>
    <w:rsid w:val="00A62C79"/>
    <w:rsid w:val="00A62E74"/>
    <w:rsid w:val="00A654B8"/>
    <w:rsid w:val="00A66136"/>
    <w:rsid w:val="00A70FB4"/>
    <w:rsid w:val="00A71189"/>
    <w:rsid w:val="00A714E1"/>
    <w:rsid w:val="00A71CA8"/>
    <w:rsid w:val="00A72515"/>
    <w:rsid w:val="00A7364A"/>
    <w:rsid w:val="00A743D1"/>
    <w:rsid w:val="00A74807"/>
    <w:rsid w:val="00A74DCC"/>
    <w:rsid w:val="00A753ED"/>
    <w:rsid w:val="00A76D22"/>
    <w:rsid w:val="00A77512"/>
    <w:rsid w:val="00A801A6"/>
    <w:rsid w:val="00A81FCD"/>
    <w:rsid w:val="00A8227E"/>
    <w:rsid w:val="00A86FA5"/>
    <w:rsid w:val="00A877E9"/>
    <w:rsid w:val="00A90838"/>
    <w:rsid w:val="00A94C2F"/>
    <w:rsid w:val="00A9568C"/>
    <w:rsid w:val="00AA028F"/>
    <w:rsid w:val="00AA447C"/>
    <w:rsid w:val="00AA4BA9"/>
    <w:rsid w:val="00AA4CBB"/>
    <w:rsid w:val="00AA51A7"/>
    <w:rsid w:val="00AA5C09"/>
    <w:rsid w:val="00AA65FA"/>
    <w:rsid w:val="00AA7351"/>
    <w:rsid w:val="00AB0D64"/>
    <w:rsid w:val="00AC3E83"/>
    <w:rsid w:val="00AC5213"/>
    <w:rsid w:val="00AC59BD"/>
    <w:rsid w:val="00AC5BC6"/>
    <w:rsid w:val="00AD056F"/>
    <w:rsid w:val="00AD0C7B"/>
    <w:rsid w:val="00AD15FC"/>
    <w:rsid w:val="00AD1AED"/>
    <w:rsid w:val="00AD1B32"/>
    <w:rsid w:val="00AD226E"/>
    <w:rsid w:val="00AD38D0"/>
    <w:rsid w:val="00AD54AF"/>
    <w:rsid w:val="00AD5F1A"/>
    <w:rsid w:val="00AD6731"/>
    <w:rsid w:val="00AE252C"/>
    <w:rsid w:val="00AE3D6B"/>
    <w:rsid w:val="00AE4B98"/>
    <w:rsid w:val="00AE7160"/>
    <w:rsid w:val="00AE736B"/>
    <w:rsid w:val="00AE7376"/>
    <w:rsid w:val="00AF01A1"/>
    <w:rsid w:val="00AF100B"/>
    <w:rsid w:val="00AF2E9E"/>
    <w:rsid w:val="00AF3283"/>
    <w:rsid w:val="00AF5943"/>
    <w:rsid w:val="00B008D5"/>
    <w:rsid w:val="00B00CFD"/>
    <w:rsid w:val="00B02EFA"/>
    <w:rsid w:val="00B02F73"/>
    <w:rsid w:val="00B0619F"/>
    <w:rsid w:val="00B1014C"/>
    <w:rsid w:val="00B101FD"/>
    <w:rsid w:val="00B10ADF"/>
    <w:rsid w:val="00B13A26"/>
    <w:rsid w:val="00B147A2"/>
    <w:rsid w:val="00B15D0D"/>
    <w:rsid w:val="00B17BBA"/>
    <w:rsid w:val="00B17D01"/>
    <w:rsid w:val="00B2032F"/>
    <w:rsid w:val="00B22106"/>
    <w:rsid w:val="00B23078"/>
    <w:rsid w:val="00B24F6D"/>
    <w:rsid w:val="00B30839"/>
    <w:rsid w:val="00B31D98"/>
    <w:rsid w:val="00B33BFE"/>
    <w:rsid w:val="00B34C36"/>
    <w:rsid w:val="00B40602"/>
    <w:rsid w:val="00B40A18"/>
    <w:rsid w:val="00B42273"/>
    <w:rsid w:val="00B428BA"/>
    <w:rsid w:val="00B42D3E"/>
    <w:rsid w:val="00B45BA5"/>
    <w:rsid w:val="00B47E58"/>
    <w:rsid w:val="00B50AB2"/>
    <w:rsid w:val="00B50D9D"/>
    <w:rsid w:val="00B51659"/>
    <w:rsid w:val="00B517EE"/>
    <w:rsid w:val="00B52F29"/>
    <w:rsid w:val="00B53E91"/>
    <w:rsid w:val="00B5431A"/>
    <w:rsid w:val="00B54A61"/>
    <w:rsid w:val="00B56EB2"/>
    <w:rsid w:val="00B57835"/>
    <w:rsid w:val="00B63104"/>
    <w:rsid w:val="00B644DA"/>
    <w:rsid w:val="00B64729"/>
    <w:rsid w:val="00B65ECD"/>
    <w:rsid w:val="00B66321"/>
    <w:rsid w:val="00B70199"/>
    <w:rsid w:val="00B71E43"/>
    <w:rsid w:val="00B75EE1"/>
    <w:rsid w:val="00B77481"/>
    <w:rsid w:val="00B83936"/>
    <w:rsid w:val="00B8518B"/>
    <w:rsid w:val="00B87868"/>
    <w:rsid w:val="00B90AB1"/>
    <w:rsid w:val="00B93E97"/>
    <w:rsid w:val="00B96264"/>
    <w:rsid w:val="00B97CC3"/>
    <w:rsid w:val="00BA27FE"/>
    <w:rsid w:val="00BA6B37"/>
    <w:rsid w:val="00BB2BD1"/>
    <w:rsid w:val="00BB2E9F"/>
    <w:rsid w:val="00BB7E37"/>
    <w:rsid w:val="00BC06C4"/>
    <w:rsid w:val="00BC0FA5"/>
    <w:rsid w:val="00BC4086"/>
    <w:rsid w:val="00BC77A1"/>
    <w:rsid w:val="00BD0D63"/>
    <w:rsid w:val="00BD4E74"/>
    <w:rsid w:val="00BD7E91"/>
    <w:rsid w:val="00BD7F0D"/>
    <w:rsid w:val="00BE06DC"/>
    <w:rsid w:val="00BE12E1"/>
    <w:rsid w:val="00BE3667"/>
    <w:rsid w:val="00BE5F2C"/>
    <w:rsid w:val="00BE7993"/>
    <w:rsid w:val="00BF2F30"/>
    <w:rsid w:val="00BF405B"/>
    <w:rsid w:val="00BF54FE"/>
    <w:rsid w:val="00C01458"/>
    <w:rsid w:val="00C020EB"/>
    <w:rsid w:val="00C02D0A"/>
    <w:rsid w:val="00C03A6E"/>
    <w:rsid w:val="00C1001C"/>
    <w:rsid w:val="00C10BF6"/>
    <w:rsid w:val="00C12DB5"/>
    <w:rsid w:val="00C13860"/>
    <w:rsid w:val="00C148F2"/>
    <w:rsid w:val="00C226C0"/>
    <w:rsid w:val="00C24A6A"/>
    <w:rsid w:val="00C26AD7"/>
    <w:rsid w:val="00C30CA8"/>
    <w:rsid w:val="00C31641"/>
    <w:rsid w:val="00C32686"/>
    <w:rsid w:val="00C340A0"/>
    <w:rsid w:val="00C3503D"/>
    <w:rsid w:val="00C379EB"/>
    <w:rsid w:val="00C4052E"/>
    <w:rsid w:val="00C416E3"/>
    <w:rsid w:val="00C42383"/>
    <w:rsid w:val="00C42A52"/>
    <w:rsid w:val="00C42FE6"/>
    <w:rsid w:val="00C43809"/>
    <w:rsid w:val="00C44F6A"/>
    <w:rsid w:val="00C5330E"/>
    <w:rsid w:val="00C5439F"/>
    <w:rsid w:val="00C5740B"/>
    <w:rsid w:val="00C6198E"/>
    <w:rsid w:val="00C61BED"/>
    <w:rsid w:val="00C675FA"/>
    <w:rsid w:val="00C708EA"/>
    <w:rsid w:val="00C71821"/>
    <w:rsid w:val="00C71A1B"/>
    <w:rsid w:val="00C72EE1"/>
    <w:rsid w:val="00C7587D"/>
    <w:rsid w:val="00C773F8"/>
    <w:rsid w:val="00C778A5"/>
    <w:rsid w:val="00C80299"/>
    <w:rsid w:val="00C82461"/>
    <w:rsid w:val="00C84ABA"/>
    <w:rsid w:val="00C90B7A"/>
    <w:rsid w:val="00C93A22"/>
    <w:rsid w:val="00C95162"/>
    <w:rsid w:val="00CA2F58"/>
    <w:rsid w:val="00CA566B"/>
    <w:rsid w:val="00CA6F9E"/>
    <w:rsid w:val="00CB38BE"/>
    <w:rsid w:val="00CB5F6A"/>
    <w:rsid w:val="00CB69C1"/>
    <w:rsid w:val="00CB6A37"/>
    <w:rsid w:val="00CB7684"/>
    <w:rsid w:val="00CC01A6"/>
    <w:rsid w:val="00CC036C"/>
    <w:rsid w:val="00CC19A7"/>
    <w:rsid w:val="00CC396D"/>
    <w:rsid w:val="00CC3D73"/>
    <w:rsid w:val="00CC4590"/>
    <w:rsid w:val="00CC47CE"/>
    <w:rsid w:val="00CC5FDB"/>
    <w:rsid w:val="00CC780C"/>
    <w:rsid w:val="00CC7C8F"/>
    <w:rsid w:val="00CD1BF7"/>
    <w:rsid w:val="00CD1D0B"/>
    <w:rsid w:val="00CD1E30"/>
    <w:rsid w:val="00CD1FC4"/>
    <w:rsid w:val="00CD3804"/>
    <w:rsid w:val="00CD3C8C"/>
    <w:rsid w:val="00CD6260"/>
    <w:rsid w:val="00CE5EF4"/>
    <w:rsid w:val="00CE794F"/>
    <w:rsid w:val="00CF0B48"/>
    <w:rsid w:val="00CF1D4B"/>
    <w:rsid w:val="00CF3437"/>
    <w:rsid w:val="00D02B22"/>
    <w:rsid w:val="00D02DE7"/>
    <w:rsid w:val="00D034A0"/>
    <w:rsid w:val="00D0732C"/>
    <w:rsid w:val="00D21061"/>
    <w:rsid w:val="00D26E28"/>
    <w:rsid w:val="00D27A3A"/>
    <w:rsid w:val="00D3081E"/>
    <w:rsid w:val="00D322B7"/>
    <w:rsid w:val="00D358DD"/>
    <w:rsid w:val="00D40622"/>
    <w:rsid w:val="00D4108E"/>
    <w:rsid w:val="00D442F1"/>
    <w:rsid w:val="00D47D97"/>
    <w:rsid w:val="00D509F2"/>
    <w:rsid w:val="00D521D0"/>
    <w:rsid w:val="00D524D0"/>
    <w:rsid w:val="00D5384C"/>
    <w:rsid w:val="00D6163D"/>
    <w:rsid w:val="00D6283F"/>
    <w:rsid w:val="00D63DF2"/>
    <w:rsid w:val="00D65C00"/>
    <w:rsid w:val="00D667A5"/>
    <w:rsid w:val="00D70AA8"/>
    <w:rsid w:val="00D755C8"/>
    <w:rsid w:val="00D80E28"/>
    <w:rsid w:val="00D8104F"/>
    <w:rsid w:val="00D831A3"/>
    <w:rsid w:val="00D85204"/>
    <w:rsid w:val="00D86441"/>
    <w:rsid w:val="00D869FF"/>
    <w:rsid w:val="00D879A4"/>
    <w:rsid w:val="00D9063E"/>
    <w:rsid w:val="00D90C8B"/>
    <w:rsid w:val="00D945E9"/>
    <w:rsid w:val="00D94AFA"/>
    <w:rsid w:val="00D9518C"/>
    <w:rsid w:val="00D953EF"/>
    <w:rsid w:val="00D96351"/>
    <w:rsid w:val="00D9686F"/>
    <w:rsid w:val="00D97BC1"/>
    <w:rsid w:val="00D97BE3"/>
    <w:rsid w:val="00DA27EA"/>
    <w:rsid w:val="00DA365D"/>
    <w:rsid w:val="00DA3711"/>
    <w:rsid w:val="00DA6953"/>
    <w:rsid w:val="00DB153D"/>
    <w:rsid w:val="00DB1FFB"/>
    <w:rsid w:val="00DB275A"/>
    <w:rsid w:val="00DB6450"/>
    <w:rsid w:val="00DC375A"/>
    <w:rsid w:val="00DD0E7F"/>
    <w:rsid w:val="00DD2182"/>
    <w:rsid w:val="00DD305C"/>
    <w:rsid w:val="00DD3BA2"/>
    <w:rsid w:val="00DD46F3"/>
    <w:rsid w:val="00DD74CA"/>
    <w:rsid w:val="00DD7954"/>
    <w:rsid w:val="00DE213A"/>
    <w:rsid w:val="00DE51A5"/>
    <w:rsid w:val="00DE527B"/>
    <w:rsid w:val="00DE56F2"/>
    <w:rsid w:val="00DE6A6A"/>
    <w:rsid w:val="00DF116D"/>
    <w:rsid w:val="00DF4DDD"/>
    <w:rsid w:val="00DF5A85"/>
    <w:rsid w:val="00DF5FD9"/>
    <w:rsid w:val="00E00441"/>
    <w:rsid w:val="00E014A7"/>
    <w:rsid w:val="00E01B88"/>
    <w:rsid w:val="00E01F2A"/>
    <w:rsid w:val="00E04A7B"/>
    <w:rsid w:val="00E05A05"/>
    <w:rsid w:val="00E0778F"/>
    <w:rsid w:val="00E10342"/>
    <w:rsid w:val="00E11000"/>
    <w:rsid w:val="00E11A62"/>
    <w:rsid w:val="00E140B7"/>
    <w:rsid w:val="00E16FF7"/>
    <w:rsid w:val="00E1732F"/>
    <w:rsid w:val="00E178AA"/>
    <w:rsid w:val="00E22385"/>
    <w:rsid w:val="00E24921"/>
    <w:rsid w:val="00E26D68"/>
    <w:rsid w:val="00E279A6"/>
    <w:rsid w:val="00E3293F"/>
    <w:rsid w:val="00E34625"/>
    <w:rsid w:val="00E377D9"/>
    <w:rsid w:val="00E37CF5"/>
    <w:rsid w:val="00E40A97"/>
    <w:rsid w:val="00E4194B"/>
    <w:rsid w:val="00E4240E"/>
    <w:rsid w:val="00E438AC"/>
    <w:rsid w:val="00E44045"/>
    <w:rsid w:val="00E4609C"/>
    <w:rsid w:val="00E46486"/>
    <w:rsid w:val="00E46A30"/>
    <w:rsid w:val="00E53053"/>
    <w:rsid w:val="00E56420"/>
    <w:rsid w:val="00E573CF"/>
    <w:rsid w:val="00E577BA"/>
    <w:rsid w:val="00E57A77"/>
    <w:rsid w:val="00E60FB8"/>
    <w:rsid w:val="00E618C4"/>
    <w:rsid w:val="00E61CCC"/>
    <w:rsid w:val="00E63091"/>
    <w:rsid w:val="00E65235"/>
    <w:rsid w:val="00E66E6B"/>
    <w:rsid w:val="00E716C5"/>
    <w:rsid w:val="00E71858"/>
    <w:rsid w:val="00E7218A"/>
    <w:rsid w:val="00E77A19"/>
    <w:rsid w:val="00E77E69"/>
    <w:rsid w:val="00E84C3A"/>
    <w:rsid w:val="00E86B73"/>
    <w:rsid w:val="00E878EE"/>
    <w:rsid w:val="00E915A8"/>
    <w:rsid w:val="00E93CC4"/>
    <w:rsid w:val="00E95B5F"/>
    <w:rsid w:val="00EA454B"/>
    <w:rsid w:val="00EA6EC7"/>
    <w:rsid w:val="00EB0FE1"/>
    <w:rsid w:val="00EB104F"/>
    <w:rsid w:val="00EB22B6"/>
    <w:rsid w:val="00EB41A2"/>
    <w:rsid w:val="00EB46E5"/>
    <w:rsid w:val="00EB7090"/>
    <w:rsid w:val="00EC2390"/>
    <w:rsid w:val="00EC2EA2"/>
    <w:rsid w:val="00EC3A72"/>
    <w:rsid w:val="00EC3D97"/>
    <w:rsid w:val="00EC49A1"/>
    <w:rsid w:val="00EC68F1"/>
    <w:rsid w:val="00ED00D9"/>
    <w:rsid w:val="00ED0703"/>
    <w:rsid w:val="00ED14BD"/>
    <w:rsid w:val="00ED2399"/>
    <w:rsid w:val="00ED32D1"/>
    <w:rsid w:val="00ED4239"/>
    <w:rsid w:val="00EE5578"/>
    <w:rsid w:val="00EE6160"/>
    <w:rsid w:val="00EF1312"/>
    <w:rsid w:val="00EF1373"/>
    <w:rsid w:val="00F016C7"/>
    <w:rsid w:val="00F03A93"/>
    <w:rsid w:val="00F042E3"/>
    <w:rsid w:val="00F04EBB"/>
    <w:rsid w:val="00F0617F"/>
    <w:rsid w:val="00F10E62"/>
    <w:rsid w:val="00F12DEC"/>
    <w:rsid w:val="00F13626"/>
    <w:rsid w:val="00F13B49"/>
    <w:rsid w:val="00F15467"/>
    <w:rsid w:val="00F1715C"/>
    <w:rsid w:val="00F2158F"/>
    <w:rsid w:val="00F215DC"/>
    <w:rsid w:val="00F23844"/>
    <w:rsid w:val="00F26FD8"/>
    <w:rsid w:val="00F310F8"/>
    <w:rsid w:val="00F35939"/>
    <w:rsid w:val="00F401A7"/>
    <w:rsid w:val="00F40512"/>
    <w:rsid w:val="00F45607"/>
    <w:rsid w:val="00F4722B"/>
    <w:rsid w:val="00F54432"/>
    <w:rsid w:val="00F556DA"/>
    <w:rsid w:val="00F55DDA"/>
    <w:rsid w:val="00F56607"/>
    <w:rsid w:val="00F60659"/>
    <w:rsid w:val="00F61BBC"/>
    <w:rsid w:val="00F64F1A"/>
    <w:rsid w:val="00F6507C"/>
    <w:rsid w:val="00F659EB"/>
    <w:rsid w:val="00F66312"/>
    <w:rsid w:val="00F70405"/>
    <w:rsid w:val="00F705D1"/>
    <w:rsid w:val="00F70BEF"/>
    <w:rsid w:val="00F737F2"/>
    <w:rsid w:val="00F73A5A"/>
    <w:rsid w:val="00F73BD9"/>
    <w:rsid w:val="00F74550"/>
    <w:rsid w:val="00F81718"/>
    <w:rsid w:val="00F83015"/>
    <w:rsid w:val="00F83AE6"/>
    <w:rsid w:val="00F8402C"/>
    <w:rsid w:val="00F84891"/>
    <w:rsid w:val="00F86BA6"/>
    <w:rsid w:val="00F8788B"/>
    <w:rsid w:val="00F940FF"/>
    <w:rsid w:val="00FA36C7"/>
    <w:rsid w:val="00FA38BB"/>
    <w:rsid w:val="00FA4E83"/>
    <w:rsid w:val="00FA5F58"/>
    <w:rsid w:val="00FA7087"/>
    <w:rsid w:val="00FB06D9"/>
    <w:rsid w:val="00FB3D89"/>
    <w:rsid w:val="00FB40D1"/>
    <w:rsid w:val="00FB5DE8"/>
    <w:rsid w:val="00FB6342"/>
    <w:rsid w:val="00FC6389"/>
    <w:rsid w:val="00FC76AB"/>
    <w:rsid w:val="00FD175E"/>
    <w:rsid w:val="00FD2C99"/>
    <w:rsid w:val="00FD3F1F"/>
    <w:rsid w:val="00FD422F"/>
    <w:rsid w:val="00FD4F86"/>
    <w:rsid w:val="00FD7F76"/>
    <w:rsid w:val="00FE1C7D"/>
    <w:rsid w:val="00FE3E78"/>
    <w:rsid w:val="00FE5F22"/>
    <w:rsid w:val="00FE6AEC"/>
    <w:rsid w:val="00FF30DA"/>
    <w:rsid w:val="00FF4593"/>
    <w:rsid w:val="00F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BEE584"/>
  <w14:defaultImageDpi w14:val="330"/>
  <w15:docId w15:val="{AC98FAA0-64E5-45FA-8C13-9364B807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701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357B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57B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357B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357B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357B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357B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57B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357B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357B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135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57B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357B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357B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357B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357B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357B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aliases w:val="tučně"/>
    <w:basedOn w:val="Standardnpsmoodstavce"/>
    <w:uiPriority w:val="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357B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57B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357B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357B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1357B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357B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357B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1357B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357B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357B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357B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357B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357B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357B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357B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57B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357B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357B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9A4D05"/>
    <w:pPr>
      <w:keepNext/>
      <w:numPr>
        <w:numId w:val="2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9A4D05"/>
    <w:pPr>
      <w:numPr>
        <w:ilvl w:val="1"/>
      </w:numPr>
      <w:spacing w:before="200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9A4D05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A4D05"/>
    <w:pPr>
      <w:numPr>
        <w:ilvl w:val="2"/>
        <w:numId w:val="2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9A4D05"/>
    <w:rPr>
      <w:rFonts w:ascii="Verdana" w:hAnsi="Verdana"/>
      <w:b/>
      <w:caps w:val="0"/>
      <w:sz w:val="22"/>
    </w:rPr>
  </w:style>
  <w:style w:type="paragraph" w:customStyle="1" w:styleId="Titul1">
    <w:name w:val="_Titul_1"/>
    <w:basedOn w:val="Normln"/>
    <w:qFormat/>
    <w:rsid w:val="009A4D05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9A4D05"/>
    <w:rPr>
      <w:rFonts w:ascii="Verdana" w:hAnsi="Verdana"/>
    </w:rPr>
  </w:style>
  <w:style w:type="paragraph" w:customStyle="1" w:styleId="Titul2">
    <w:name w:val="_Titul_2"/>
    <w:basedOn w:val="Normln"/>
    <w:qFormat/>
    <w:rsid w:val="009A4D05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A4D05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A4D05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A4D05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A4D05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A4D05"/>
    <w:pPr>
      <w:numPr>
        <w:ilvl w:val="1"/>
        <w:numId w:val="20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A4D05"/>
    <w:pPr>
      <w:keepNext/>
      <w:numPr>
        <w:numId w:val="20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9A4D05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9A4D05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A4D05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A4D05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9A4D05"/>
    <w:rPr>
      <w:rFonts w:ascii="Verdana" w:hAnsi="Verdana"/>
    </w:rPr>
  </w:style>
  <w:style w:type="paragraph" w:customStyle="1" w:styleId="Odrka1-2-">
    <w:name w:val="_Odrážka_1-2_-"/>
    <w:basedOn w:val="Odrka1-1"/>
    <w:qFormat/>
    <w:rsid w:val="009A4D05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A4D05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A4D05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31">
    <w:name w:val="_Odstavec_1-3_1)"/>
    <w:basedOn w:val="Odstavec1-2i"/>
    <w:qFormat/>
    <w:rsid w:val="009A4D05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A4D05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9A4D05"/>
    <w:pPr>
      <w:jc w:val="left"/>
    </w:pPr>
  </w:style>
  <w:style w:type="character" w:customStyle="1" w:styleId="Tun">
    <w:name w:val="_Tučně"/>
    <w:basedOn w:val="Standardnpsmoodstavce"/>
    <w:qFormat/>
    <w:rsid w:val="009A4D05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A4D05"/>
    <w:pPr>
      <w:numPr>
        <w:ilvl w:val="3"/>
      </w:numPr>
      <w:tabs>
        <w:tab w:val="clear" w:pos="1674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9A4D05"/>
    <w:rPr>
      <w:rFonts w:ascii="Verdana" w:hAnsi="Verdana"/>
    </w:rPr>
  </w:style>
  <w:style w:type="paragraph" w:customStyle="1" w:styleId="Zkratky1">
    <w:name w:val="_Zkratky_1"/>
    <w:basedOn w:val="Normln"/>
    <w:qFormat/>
    <w:rsid w:val="009A4D05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9A4D05"/>
    <w:pPr>
      <w:numPr>
        <w:numId w:val="19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9A4D05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9A4D05"/>
    <w:rPr>
      <w:b w:val="0"/>
      <w:i w:val="0"/>
    </w:rPr>
  </w:style>
  <w:style w:type="paragraph" w:customStyle="1" w:styleId="Nadpisbezsl1-1">
    <w:name w:val="_Nadpis_bez_čísl_1-1"/>
    <w:next w:val="Normln"/>
    <w:qFormat/>
    <w:rsid w:val="009A4D05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Normln"/>
    <w:qFormat/>
    <w:rsid w:val="009A4D05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A4D05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A4D05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A4D05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A4D05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A4D05"/>
    <w:pPr>
      <w:numPr>
        <w:numId w:val="22"/>
      </w:numPr>
    </w:pPr>
  </w:style>
  <w:style w:type="character" w:customStyle="1" w:styleId="ZTPinfo-text-odrChar">
    <w:name w:val="_ZTP_info-text-odr Char"/>
    <w:basedOn w:val="ZTPinfo-textChar"/>
    <w:link w:val="ZTPinfo-text-odr"/>
    <w:rsid w:val="009A4D05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9A4D05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link w:val="Odrka1-4Char"/>
    <w:qFormat/>
    <w:rsid w:val="009A4D05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A4D05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9A4D05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9A4D05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9A4D05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9A4D05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9A4D05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A4D05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9A4D05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9A4D05"/>
    <w:rPr>
      <w:sz w:val="16"/>
    </w:rPr>
  </w:style>
  <w:style w:type="paragraph" w:customStyle="1" w:styleId="Odstavec1-4a">
    <w:name w:val="_Odstavec_1-4_(a)"/>
    <w:basedOn w:val="Odstavec1-1a"/>
    <w:link w:val="Odstavec1-4aChar"/>
    <w:qFormat/>
    <w:rsid w:val="009A4D05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9A4D05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9A4D0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9A4D05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9A4D05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9A4D05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9A4D05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9A4D05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9A4D05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9A4D05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9A4D05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9A4D05"/>
    <w:rPr>
      <w:rFonts w:ascii="Verdana" w:hAnsi="Verdana"/>
    </w:rPr>
  </w:style>
  <w:style w:type="table" w:customStyle="1" w:styleId="TabZTPbez1">
    <w:name w:val="_Tab_ZTP_bez1"/>
    <w:basedOn w:val="Mkatabulky"/>
    <w:uiPriority w:val="99"/>
    <w:rsid w:val="009A4D05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g-binding">
    <w:name w:val="ng-binding"/>
    <w:basedOn w:val="Standardnpsmoodstavce"/>
    <w:rsid w:val="00241C3C"/>
  </w:style>
  <w:style w:type="paragraph" w:customStyle="1" w:styleId="Odstavec1-2i0">
    <w:name w:val="_Odstavec_1-2_i)"/>
    <w:basedOn w:val="Odstavec1-1a"/>
    <w:qFormat/>
    <w:rsid w:val="009A4D05"/>
    <w:pPr>
      <w:numPr>
        <w:numId w:val="0"/>
      </w:numPr>
    </w:pPr>
  </w:style>
  <w:style w:type="paragraph" w:customStyle="1" w:styleId="Nadpisbezsl2-1">
    <w:name w:val="_Nadpis_bez_čísl_2-1"/>
    <w:basedOn w:val="Textbezslovn"/>
    <w:qFormat/>
    <w:rsid w:val="009A4D05"/>
    <w:pPr>
      <w:keepNext/>
      <w:spacing w:before="120"/>
    </w:pPr>
    <w:rPr>
      <w:b/>
    </w:rPr>
  </w:style>
  <w:style w:type="character" w:customStyle="1" w:styleId="Odrka1-4Char">
    <w:name w:val="_Odrážka_1-4_• Char"/>
    <w:basedOn w:val="Odrka1-1Char"/>
    <w:link w:val="Odrka1-4"/>
    <w:rsid w:val="009A4D05"/>
    <w:rPr>
      <w:rFonts w:ascii="Verdana" w:hAnsi="Verdana"/>
    </w:rPr>
  </w:style>
  <w:style w:type="paragraph" w:customStyle="1" w:styleId="Odrka1-6">
    <w:name w:val="_Odrážka_1-6_·"/>
    <w:basedOn w:val="Odrka1-5-"/>
    <w:qFormat/>
    <w:rsid w:val="00773D9C"/>
    <w:pPr>
      <w:numPr>
        <w:ilvl w:val="5"/>
      </w:numPr>
    </w:pPr>
  </w:style>
  <w:style w:type="paragraph" w:customStyle="1" w:styleId="Odstavec1-5i">
    <w:name w:val="_Odstavec_1-5_(i)"/>
    <w:basedOn w:val="Odstavec1-1a"/>
    <w:qFormat/>
    <w:rsid w:val="00773D9C"/>
    <w:pPr>
      <w:numPr>
        <w:numId w:val="0"/>
      </w:numPr>
      <w:tabs>
        <w:tab w:val="num" w:pos="2381"/>
      </w:tabs>
      <w:ind w:left="2381" w:hanging="340"/>
    </w:pPr>
  </w:style>
  <w:style w:type="paragraph" w:customStyle="1" w:styleId="Odstavec1-61">
    <w:name w:val="_Odstavec_1-6_(1)"/>
    <w:basedOn w:val="Odstavec1-1a"/>
    <w:link w:val="Odstavec1-61Char"/>
    <w:qFormat/>
    <w:rsid w:val="00773D9C"/>
    <w:pPr>
      <w:numPr>
        <w:ilvl w:val="5"/>
      </w:numPr>
    </w:pPr>
  </w:style>
  <w:style w:type="character" w:customStyle="1" w:styleId="Odstavec1-61Char">
    <w:name w:val="_Odstavec_1-6_(1) Char"/>
    <w:basedOn w:val="Odstavec1-1aChar"/>
    <w:link w:val="Odstavec1-61"/>
    <w:rsid w:val="00773D9C"/>
    <w:rPr>
      <w:rFonts w:ascii="Verdana" w:hAnsi="Verdana"/>
    </w:rPr>
  </w:style>
  <w:style w:type="table" w:customStyle="1" w:styleId="TabulkaS-zhlav1">
    <w:name w:val="_Tabulka_SŽ-záhlaví1"/>
    <w:basedOn w:val="Normlntabulka"/>
    <w:uiPriority w:val="99"/>
    <w:rsid w:val="009A4D05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Zpat0">
    <w:name w:val="_Zápatí"/>
    <w:basedOn w:val="Zpat"/>
    <w:qFormat/>
    <w:rsid w:val="009A4D05"/>
    <w:pPr>
      <w:jc w:val="right"/>
    </w:pPr>
  </w:style>
  <w:style w:type="paragraph" w:customStyle="1" w:styleId="Odstavec1-2i">
    <w:name w:val="_Odstavec_1-2_(i)"/>
    <w:basedOn w:val="Odstavec1-1a"/>
    <w:qFormat/>
    <w:rsid w:val="009A4D05"/>
    <w:pPr>
      <w:numPr>
        <w:ilvl w:val="1"/>
      </w:numPr>
    </w:pPr>
  </w:style>
  <w:style w:type="paragraph" w:customStyle="1" w:styleId="Odstavec1-xx21">
    <w:name w:val="_Odstavec_1-xx2_1)"/>
    <w:basedOn w:val="Odstavec1-1a"/>
    <w:qFormat/>
    <w:rsid w:val="009A4D05"/>
    <w:pPr>
      <w:numPr>
        <w:numId w:val="18"/>
      </w:numPr>
      <w:tabs>
        <w:tab w:val="num" w:pos="737"/>
      </w:tabs>
    </w:pPr>
  </w:style>
  <w:style w:type="paragraph" w:customStyle="1" w:styleId="Odstavec1-3i">
    <w:name w:val="_Odstavec_1-3_i)"/>
    <w:basedOn w:val="Odstavec1-2i0"/>
    <w:qFormat/>
    <w:rsid w:val="009A4D05"/>
    <w:pPr>
      <w:ind w:left="1928" w:hanging="397"/>
    </w:pPr>
  </w:style>
  <w:style w:type="paragraph" w:customStyle="1" w:styleId="Odstavec1-4i0">
    <w:name w:val="_Odstavec_1-4_(i)"/>
    <w:basedOn w:val="Odstavec1-1a"/>
    <w:qFormat/>
    <w:rsid w:val="009A4D05"/>
    <w:pPr>
      <w:numPr>
        <w:numId w:val="0"/>
      </w:numPr>
    </w:pPr>
  </w:style>
  <w:style w:type="paragraph" w:customStyle="1" w:styleId="Odstavec1-41">
    <w:name w:val="_Odstavec_1-4__(1)"/>
    <w:basedOn w:val="Odstavec1-1a"/>
    <w:link w:val="Odstavec1-41Char"/>
    <w:qFormat/>
    <w:rsid w:val="009A4D05"/>
    <w:pPr>
      <w:numPr>
        <w:numId w:val="0"/>
      </w:numPr>
    </w:pPr>
  </w:style>
  <w:style w:type="character" w:customStyle="1" w:styleId="Odstavec1-41Char">
    <w:name w:val="_Odstavec_1-4__(1) Char"/>
    <w:basedOn w:val="Odstavec1-1aChar"/>
    <w:link w:val="Odstavec1-41"/>
    <w:rsid w:val="009A4D05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9A4D05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9A4D05"/>
    <w:rPr>
      <w:rFonts w:ascii="Verdana" w:hAnsi="Verdana"/>
    </w:rPr>
  </w:style>
  <w:style w:type="paragraph" w:customStyle="1" w:styleId="TPNadpis-2slovan">
    <w:name w:val="TP_Nadpis-2_číslovaný"/>
    <w:next w:val="TPText-1slovan"/>
    <w:link w:val="TPNadpis-2slovanChar"/>
    <w:qFormat/>
    <w:rsid w:val="00281B53"/>
    <w:pPr>
      <w:keepNext/>
      <w:numPr>
        <w:ilvl w:val="1"/>
        <w:numId w:val="23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281B53"/>
    <w:pPr>
      <w:numPr>
        <w:ilvl w:val="2"/>
        <w:numId w:val="2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281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281B53"/>
    <w:pPr>
      <w:keepNext/>
      <w:numPr>
        <w:numId w:val="2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281B53"/>
    <w:pPr>
      <w:numPr>
        <w:ilvl w:val="3"/>
        <w:numId w:val="2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NADPIS-1slovanChar">
    <w:name w:val="TP_NADPIS-1_číslovaný Char"/>
    <w:link w:val="TPNADPIS-1slovan"/>
    <w:rsid w:val="00354140"/>
    <w:rPr>
      <w:rFonts w:ascii="Calibri" w:eastAsia="Calibri" w:hAnsi="Calibri" w:cs="Arial"/>
      <w:b/>
      <w:caps/>
      <w:sz w:val="24"/>
      <w:szCs w:val="24"/>
    </w:rPr>
  </w:style>
  <w:style w:type="paragraph" w:customStyle="1" w:styleId="TPText-1neslovan">
    <w:name w:val="TP_Text-1_nečíslovaný"/>
    <w:basedOn w:val="TPText-1slovan"/>
    <w:link w:val="TPText-1neslovanChar"/>
    <w:qFormat/>
    <w:rsid w:val="003541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3541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354140"/>
    <w:rPr>
      <w:rFonts w:ascii="Calibri" w:eastAsia="Calibri" w:hAnsi="Calibri" w:cs="Arial"/>
      <w:b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C020EB"/>
    <w:rPr>
      <w:color w:val="605E5C"/>
      <w:shd w:val="clear" w:color="auto" w:fill="E1DFDD"/>
    </w:rPr>
  </w:style>
  <w:style w:type="numbering" w:customStyle="1" w:styleId="Aktulnseznam1">
    <w:name w:val="Aktuální seznam1"/>
    <w:uiPriority w:val="99"/>
    <w:rsid w:val="00E86B73"/>
    <w:pPr>
      <w:numPr>
        <w:numId w:val="27"/>
      </w:numPr>
    </w:pPr>
  </w:style>
  <w:style w:type="numbering" w:customStyle="1" w:styleId="Aktulnseznam2">
    <w:name w:val="Aktuální seznam2"/>
    <w:uiPriority w:val="99"/>
    <w:rsid w:val="00A60B83"/>
    <w:pPr>
      <w:numPr>
        <w:numId w:val="37"/>
      </w:numPr>
    </w:pPr>
  </w:style>
  <w:style w:type="table" w:customStyle="1" w:styleId="Mkatabulky5">
    <w:name w:val="Mřížka tabulky5"/>
    <w:basedOn w:val="Normlntabulka"/>
    <w:next w:val="Mkatabulky"/>
    <w:locked/>
    <w:rsid w:val="00801D32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elkpsm">
    <w:name w:val="Velká písm."/>
    <w:basedOn w:val="Standardnpsmoodstavce"/>
    <w:uiPriority w:val="1"/>
    <w:qFormat/>
    <w:rsid w:val="00801D32"/>
    <w:rPr>
      <w:rFonts w:asciiTheme="minorHAnsi" w:hAnsiTheme="minorHAnsi" w:cs="Times New Roman"/>
      <w:bCs/>
      <w:i w:val="0"/>
      <w:caps/>
      <w:smallCaps w:val="0"/>
      <w:kern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OneDrive%20-%20SZ\Dokumenty\S&#381;-NTB\01_AKCE_ZTP\2024\!!261-241127_5G_FRMCS_Praha_Brno_2et_D+B\ZTP_D+B-F_VZOR_24xxxx-reviz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17AA51-569E-4126-A5A5-CCBB0597DE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ZTP_D+B-F_VZOR_24xxxx-revize</Template>
  <TotalTime>62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D+B-F_240119+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D+B-F_240119+</dc:title>
  <dc:creator>Fojta Petr, Ing.</dc:creator>
  <cp:lastModifiedBy>Jiranová Ivana</cp:lastModifiedBy>
  <cp:revision>8</cp:revision>
  <cp:lastPrinted>2022-06-16T13:29:00Z</cp:lastPrinted>
  <dcterms:created xsi:type="dcterms:W3CDTF">2025-05-07T08:07:00Z</dcterms:created>
  <dcterms:modified xsi:type="dcterms:W3CDTF">2025-09-26T08:37:00Z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ClassificationContentMarkingHeaderShapeIds">
    <vt:lpwstr>2c27cb33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